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E641A" w14:textId="34CEFDC4" w:rsidR="007A00D7" w:rsidRPr="00E2172A" w:rsidRDefault="00E2172A" w:rsidP="00E2172A">
      <w:pPr>
        <w:pStyle w:val="TSP41tablecaption"/>
        <w:jc w:val="center"/>
        <w:rPr>
          <w:rFonts w:eastAsia="B6lf3Ks0+Arial"/>
          <w:w w:val="102"/>
        </w:rPr>
      </w:pPr>
      <w:r w:rsidRPr="00E2172A">
        <w:rPr>
          <w:rFonts w:eastAsia="B6lf3Ks0+Arial"/>
          <w:b/>
          <w:w w:val="102"/>
        </w:rPr>
        <w:t>Table S1:</w:t>
      </w:r>
      <w:r w:rsidRPr="00E2172A">
        <w:rPr>
          <w:rFonts w:eastAsia="B6lf3Ks0+Arial"/>
          <w:w w:val="102"/>
        </w:rPr>
        <w:t xml:space="preserve"> </w:t>
      </w:r>
      <w:r w:rsidR="007A00D7" w:rsidRPr="00E2172A">
        <w:rPr>
          <w:rFonts w:eastAsia="B6lf3Ks0+Arial"/>
          <w:spacing w:val="4"/>
          <w:w w:val="102"/>
        </w:rPr>
        <w:t>C</w:t>
      </w:r>
      <w:r w:rsidR="007A00D7" w:rsidRPr="00E2172A">
        <w:rPr>
          <w:rFonts w:eastAsia="B6lf3Ks0+Arial"/>
          <w:spacing w:val="3"/>
          <w:w w:val="102"/>
        </w:rPr>
        <w:t>l</w:t>
      </w:r>
      <w:r w:rsidR="007A00D7" w:rsidRPr="00E2172A">
        <w:rPr>
          <w:rFonts w:eastAsia="B6lf3Ks0+Arial"/>
          <w:w w:val="102"/>
        </w:rPr>
        <w:t>inical characteris</w:t>
      </w:r>
      <w:r w:rsidR="007A00D7" w:rsidRPr="00E2172A">
        <w:rPr>
          <w:rFonts w:eastAsia="B6lf3Ks0+Arial"/>
          <w:spacing w:val="3"/>
          <w:w w:val="102"/>
        </w:rPr>
        <w:t xml:space="preserve">tics </w:t>
      </w:r>
      <w:r w:rsidR="007A00D7" w:rsidRPr="00E2172A">
        <w:rPr>
          <w:rFonts w:eastAsia="B6lf3Ks0+Arial"/>
          <w:w w:val="102"/>
        </w:rPr>
        <w:t>a</w:t>
      </w:r>
      <w:r w:rsidR="007A00D7" w:rsidRPr="00E2172A">
        <w:rPr>
          <w:rFonts w:eastAsia="B6lf3Ks0+Arial"/>
          <w:spacing w:val="3"/>
          <w:w w:val="102"/>
        </w:rPr>
        <w:t>n</w:t>
      </w:r>
      <w:r w:rsidR="007A00D7" w:rsidRPr="00E2172A">
        <w:rPr>
          <w:rFonts w:eastAsia="B6lf3Ks0+Arial"/>
          <w:w w:val="102"/>
        </w:rPr>
        <w:t>d</w:t>
      </w:r>
      <w:r w:rsidR="007A00D7" w:rsidRPr="00E2172A">
        <w:rPr>
          <w:rFonts w:eastAsia="B6lf3Ks0+Arial"/>
          <w:spacing w:val="3"/>
          <w:w w:val="102"/>
        </w:rPr>
        <w:t xml:space="preserve"> pr</w:t>
      </w:r>
      <w:r w:rsidR="007A00D7" w:rsidRPr="00E2172A">
        <w:rPr>
          <w:rFonts w:eastAsia="B6lf3Ks0+Arial"/>
          <w:w w:val="102"/>
        </w:rPr>
        <w:t>ognosis of</w:t>
      </w:r>
      <w:r w:rsidR="007A00D7" w:rsidRPr="00E2172A">
        <w:rPr>
          <w:rFonts w:eastAsia="B6lf3Ks0+Arial"/>
          <w:spacing w:val="3"/>
          <w:w w:val="102"/>
        </w:rPr>
        <w:t xml:space="preserve"> </w:t>
      </w:r>
      <w:r w:rsidR="007A00D7" w:rsidRPr="00E2172A">
        <w:rPr>
          <w:rFonts w:eastAsia="B6lf3Ks0+Arial"/>
          <w:w w:val="102"/>
        </w:rPr>
        <w:t>pa</w:t>
      </w:r>
      <w:r w:rsidR="007A00D7" w:rsidRPr="00E2172A">
        <w:rPr>
          <w:rFonts w:eastAsia="B6lf3Ks0+Arial"/>
          <w:spacing w:val="3"/>
          <w:w w:val="102"/>
        </w:rPr>
        <w:t>ti</w:t>
      </w:r>
      <w:r w:rsidR="007A00D7" w:rsidRPr="00E2172A">
        <w:rPr>
          <w:rFonts w:eastAsia="B6lf3Ks0+Arial"/>
          <w:w w:val="102"/>
        </w:rPr>
        <w:t>e</w:t>
      </w:r>
      <w:r w:rsidR="007A00D7" w:rsidRPr="00E2172A">
        <w:rPr>
          <w:rFonts w:eastAsia="B6lf3Ks0+Arial"/>
          <w:spacing w:val="3"/>
          <w:w w:val="102"/>
        </w:rPr>
        <w:t xml:space="preserve">nts </w:t>
      </w:r>
      <w:r w:rsidR="007A00D7" w:rsidRPr="00E2172A">
        <w:rPr>
          <w:rFonts w:eastAsia="B6lf3Ks0+Arial"/>
          <w:spacing w:val="4"/>
          <w:w w:val="102"/>
        </w:rPr>
        <w:t>w</w:t>
      </w:r>
      <w:r w:rsidR="007A00D7" w:rsidRPr="00E2172A">
        <w:rPr>
          <w:rFonts w:eastAsia="B6lf3Ks0+Arial"/>
          <w:w w:val="102"/>
        </w:rPr>
        <w:t>ith</w:t>
      </w:r>
      <w:r w:rsidR="007A00D7" w:rsidRPr="00E2172A">
        <w:rPr>
          <w:rFonts w:eastAsia="B6lf3Ks0+Arial"/>
          <w:spacing w:val="3"/>
          <w:w w:val="102"/>
        </w:rPr>
        <w:t xml:space="preserve"> </w:t>
      </w:r>
      <w:r w:rsidR="007A00D7" w:rsidRPr="00E2172A">
        <w:rPr>
          <w:rFonts w:eastAsia="B6lf3Ks0+Arial"/>
          <w:w w:val="102"/>
        </w:rPr>
        <w:t>g</w:t>
      </w:r>
      <w:r w:rsidR="007A00D7" w:rsidRPr="00E2172A">
        <w:rPr>
          <w:rFonts w:eastAsia="B6lf3Ks0+Arial"/>
          <w:spacing w:val="3"/>
          <w:w w:val="102"/>
        </w:rPr>
        <w:t>l</w:t>
      </w:r>
      <w:r w:rsidR="007A00D7" w:rsidRPr="00E2172A">
        <w:rPr>
          <w:rFonts w:eastAsia="B6lf3Ks0+Arial"/>
          <w:w w:val="102"/>
        </w:rPr>
        <w:t>io</w:t>
      </w:r>
      <w:r w:rsidR="007A00D7" w:rsidRPr="00E2172A">
        <w:rPr>
          <w:rFonts w:eastAsia="B6lf3Ks0+Arial"/>
          <w:spacing w:val="4"/>
          <w:w w:val="102"/>
        </w:rPr>
        <w:t>m</w:t>
      </w:r>
      <w:r w:rsidR="007A00D7" w:rsidRPr="00E2172A">
        <w:rPr>
          <w:rFonts w:eastAsia="B6lf3Ks0+Arial"/>
          <w:w w:val="102"/>
        </w:rPr>
        <w:t>a</w:t>
      </w:r>
      <w:r w:rsidRPr="00E2172A">
        <w:rPr>
          <w:rFonts w:eastAsia="B6lf3Ks0+Arial"/>
          <w:w w:val="102"/>
        </w:rPr>
        <w:t>.</w:t>
      </w:r>
    </w:p>
    <w:tbl>
      <w:tblPr>
        <w:tblW w:w="936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8"/>
        <w:gridCol w:w="908"/>
        <w:gridCol w:w="1457"/>
        <w:gridCol w:w="1648"/>
        <w:gridCol w:w="1958"/>
        <w:gridCol w:w="2071"/>
      </w:tblGrid>
      <w:tr w:rsidR="00E2172A" w:rsidRPr="00E2172A" w14:paraId="71C3B02F" w14:textId="77777777" w:rsidTr="00296679">
        <w:trPr>
          <w:jc w:val="center"/>
        </w:trPr>
        <w:tc>
          <w:tcPr>
            <w:tcW w:w="1104" w:type="dxa"/>
            <w:tcBorders>
              <w:top w:val="single" w:sz="8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4F31E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E2172A">
              <w:rPr>
                <w:rFonts w:eastAsia="B6lf3Ks0+Arial"/>
                <w:b/>
                <w:w w:val="102"/>
              </w:rPr>
              <w:t>Pa</w:t>
            </w:r>
            <w:r w:rsidRPr="00E2172A">
              <w:rPr>
                <w:rFonts w:eastAsia="B6lf3Ks0+Arial"/>
                <w:b/>
                <w:spacing w:val="2"/>
                <w:w w:val="102"/>
              </w:rPr>
              <w:t>t</w:t>
            </w:r>
            <w:r w:rsidRPr="00E2172A">
              <w:rPr>
                <w:rFonts w:eastAsia="B6lf3Ks0+Arial"/>
                <w:b/>
                <w:w w:val="102"/>
              </w:rPr>
              <w:t>ient</w:t>
            </w:r>
            <w:r w:rsidRPr="00E2172A">
              <w:rPr>
                <w:b/>
              </w:rPr>
              <w:t xml:space="preserve"> </w:t>
            </w:r>
            <w:r w:rsidRPr="00E2172A">
              <w:rPr>
                <w:rFonts w:eastAsia="B6lf3Ks0+Arial"/>
                <w:b/>
                <w:spacing w:val="2"/>
                <w:w w:val="102"/>
              </w:rPr>
              <w:t>N</w:t>
            </w:r>
            <w:r w:rsidRPr="00E2172A">
              <w:rPr>
                <w:rFonts w:eastAsia="B6lf3Ks0+Arial"/>
                <w:b/>
                <w:spacing w:val="1"/>
                <w:w w:val="102"/>
              </w:rPr>
              <w:t>o.</w:t>
            </w:r>
          </w:p>
        </w:tc>
        <w:tc>
          <w:tcPr>
            <w:tcW w:w="760" w:type="dxa"/>
            <w:tcBorders>
              <w:top w:val="single" w:sz="8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3B663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E2172A">
              <w:rPr>
                <w:rFonts w:eastAsia="B6lf3Ks0+Arial"/>
                <w:b/>
                <w:w w:val="102"/>
              </w:rPr>
              <w:t>Sex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CCC48F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E2172A">
              <w:rPr>
                <w:rFonts w:eastAsia="B6lf3Ks0+Arial"/>
                <w:b/>
                <w:w w:val="102"/>
              </w:rPr>
              <w:t>A</w:t>
            </w:r>
            <w:r w:rsidRPr="00E2172A">
              <w:rPr>
                <w:rFonts w:eastAsia="B6lf3Ks0+Arial"/>
                <w:b/>
                <w:spacing w:val="-1"/>
                <w:w w:val="102"/>
              </w:rPr>
              <w:t>ge</w:t>
            </w:r>
            <w:r w:rsidRPr="00E2172A">
              <w:rPr>
                <w:b/>
              </w:rPr>
              <w:t xml:space="preserve"> </w:t>
            </w:r>
            <w:r w:rsidRPr="00E2172A">
              <w:rPr>
                <w:rFonts w:eastAsia="B6lf3Ks0+Arial"/>
                <w:b/>
                <w:spacing w:val="2"/>
                <w:w w:val="102"/>
              </w:rPr>
              <w:t>(</w:t>
            </w:r>
            <w:r w:rsidRPr="00E2172A">
              <w:rPr>
                <w:rFonts w:eastAsia="B6lf3Ks0+Arial"/>
                <w:b/>
                <w:w w:val="102"/>
              </w:rPr>
              <w:t>Years)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9DA2D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E2172A">
              <w:rPr>
                <w:rFonts w:eastAsia="B6lf3Ks0+Arial"/>
                <w:b/>
                <w:spacing w:val="2"/>
                <w:w w:val="102"/>
              </w:rPr>
              <w:t>WHO</w:t>
            </w:r>
            <w:r w:rsidRPr="00E2172A">
              <w:rPr>
                <w:b/>
              </w:rPr>
              <w:t xml:space="preserve"> </w:t>
            </w:r>
            <w:r w:rsidRPr="00E2172A">
              <w:rPr>
                <w:rFonts w:eastAsia="B6lf3Ks0+Arial"/>
                <w:b/>
                <w:w w:val="102"/>
              </w:rPr>
              <w:t>G</w:t>
            </w:r>
            <w:r w:rsidRPr="00E2172A">
              <w:rPr>
                <w:rFonts w:eastAsia="B6lf3Ks0+Arial"/>
                <w:b/>
                <w:spacing w:val="1"/>
                <w:w w:val="102"/>
              </w:rPr>
              <w:t>ra</w:t>
            </w:r>
            <w:r w:rsidRPr="00E2172A">
              <w:rPr>
                <w:rFonts w:eastAsia="B6lf3Ks0+Arial"/>
                <w:b/>
                <w:spacing w:val="-1"/>
                <w:w w:val="102"/>
              </w:rPr>
              <w:t>des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7C62A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E2172A">
              <w:rPr>
                <w:rFonts w:eastAsia="B6lf3Ks0+Arial"/>
                <w:b/>
                <w:spacing w:val="2"/>
                <w:w w:val="102"/>
              </w:rPr>
              <w:t>H</w:t>
            </w:r>
            <w:r w:rsidRPr="00E2172A">
              <w:rPr>
                <w:rFonts w:eastAsia="B6lf3Ks0+Arial"/>
                <w:b/>
                <w:spacing w:val="1"/>
                <w:w w:val="102"/>
              </w:rPr>
              <w:t>is</w:t>
            </w:r>
            <w:r w:rsidRPr="00E2172A">
              <w:rPr>
                <w:rFonts w:eastAsia="B6lf3Ks0+Arial"/>
                <w:b/>
                <w:spacing w:val="3"/>
                <w:w w:val="102"/>
              </w:rPr>
              <w:t>t</w:t>
            </w:r>
            <w:r w:rsidRPr="00E2172A">
              <w:rPr>
                <w:rFonts w:eastAsia="B6lf3Ks0+Arial"/>
                <w:b/>
                <w:spacing w:val="1"/>
                <w:w w:val="102"/>
              </w:rPr>
              <w:t>o</w:t>
            </w:r>
            <w:r w:rsidRPr="00E2172A">
              <w:rPr>
                <w:rFonts w:eastAsia="B6lf3Ks0+Arial"/>
                <w:b/>
                <w:spacing w:val="3"/>
                <w:w w:val="102"/>
              </w:rPr>
              <w:t>l</w:t>
            </w:r>
            <w:r w:rsidRPr="00E2172A">
              <w:rPr>
                <w:rFonts w:eastAsia="B6lf3Ks0+Arial"/>
                <w:b/>
                <w:spacing w:val="1"/>
                <w:w w:val="102"/>
              </w:rPr>
              <w:t>ogy</w:t>
            </w:r>
          </w:p>
        </w:tc>
        <w:tc>
          <w:tcPr>
            <w:tcW w:w="1734" w:type="dxa"/>
            <w:tcBorders>
              <w:top w:val="single" w:sz="8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E2618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E2172A">
              <w:rPr>
                <w:rFonts w:eastAsia="B6lf3Ks0+Arial"/>
                <w:b/>
                <w:w w:val="102"/>
              </w:rPr>
              <w:t>Pri</w:t>
            </w:r>
            <w:r w:rsidRPr="00E2172A">
              <w:rPr>
                <w:rFonts w:eastAsia="B6lf3Ks0+Arial"/>
                <w:b/>
                <w:spacing w:val="2"/>
                <w:w w:val="102"/>
              </w:rPr>
              <w:t>m</w:t>
            </w:r>
            <w:r w:rsidRPr="00E2172A">
              <w:rPr>
                <w:rFonts w:eastAsia="B6lf3Ks0+Arial"/>
                <w:b/>
                <w:w w:val="102"/>
              </w:rPr>
              <w:t>a</w:t>
            </w:r>
            <w:r w:rsidRPr="00E2172A">
              <w:rPr>
                <w:rFonts w:eastAsia="B6lf3Ks0+Arial"/>
                <w:b/>
                <w:spacing w:val="2"/>
                <w:w w:val="102"/>
              </w:rPr>
              <w:t>r</w:t>
            </w:r>
            <w:r w:rsidRPr="00E2172A">
              <w:rPr>
                <w:rFonts w:eastAsia="B6lf3Ks0+Arial"/>
                <w:b/>
                <w:w w:val="102"/>
              </w:rPr>
              <w:t>y</w:t>
            </w:r>
            <w:r w:rsidRPr="00E2172A">
              <w:rPr>
                <w:rFonts w:eastAsia="B6lf3Ks0+Arial"/>
                <w:b/>
                <w:spacing w:val="2"/>
                <w:w w:val="102"/>
              </w:rPr>
              <w:t xml:space="preserve"> or</w:t>
            </w:r>
            <w:r w:rsidRPr="00E2172A">
              <w:rPr>
                <w:rFonts w:eastAsia="B6lf3Ks0+Arial"/>
                <w:b/>
                <w:w w:val="102"/>
              </w:rPr>
              <w:t xml:space="preserve"> Recurrent</w:t>
            </w:r>
          </w:p>
        </w:tc>
      </w:tr>
      <w:tr w:rsidR="00E2172A" w:rsidRPr="00E2172A" w14:paraId="734AAD30" w14:textId="77777777" w:rsidTr="00296679">
        <w:trPr>
          <w:jc w:val="center"/>
        </w:trPr>
        <w:tc>
          <w:tcPr>
            <w:tcW w:w="110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4AF3E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7CF138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3E9948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32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8B31E0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054C9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58448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66FA995D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12E2EDB8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02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26C6793F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272631B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45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7F4E0C6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703F8E5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5145347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2C05896D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36DA605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03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72AF0ED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40D87BF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44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4C194963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012148D0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74F311F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20C347FC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6B75E54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04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24EA987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F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56E89AE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21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348B38D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5C0FFD9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6C80B59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42C1374A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7EAD5833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05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5B1D8B9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17804160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28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2E58B17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1B9D789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03287946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6351D3DF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0972E8F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06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185FA5A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2863607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60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0778C326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3EE33D5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2EB4A60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19FAB27E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553A0BD8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07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2EE544A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F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2C874C5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52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5D88ED70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6909CC3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37ECFEE0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42077BD0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419E3A7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08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6E35543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0EEBFD20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60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0E5A6AF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3DC5BA3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6585332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4797E1BC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3425B9F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09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265B5B86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19D2D8A8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-1"/>
                <w:w w:val="102"/>
              </w:rPr>
              <w:t>5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48CE689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31904918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0750F371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R</w:t>
            </w:r>
            <w:r w:rsidRPr="00E2172A">
              <w:rPr>
                <w:rFonts w:eastAsia="3pSWN7eG+ArialMT"/>
                <w:spacing w:val="1"/>
                <w:w w:val="102"/>
              </w:rPr>
              <w:t>ecurrent</w:t>
            </w:r>
          </w:p>
        </w:tc>
      </w:tr>
      <w:tr w:rsidR="00E2172A" w:rsidRPr="00E2172A" w14:paraId="7E98BE79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28BBBF2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10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45A18E3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61DAAE26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45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1D57C88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4BB51CB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7E1B765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3CB7725D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44D02F5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11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01B5723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28EBEF71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69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7E4D89C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7FAAC1C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54D9A5B8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364A4C8A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64AB308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12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1672781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F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40763FF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57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1381656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661C5631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682388F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R</w:t>
            </w:r>
            <w:r w:rsidRPr="00E2172A">
              <w:rPr>
                <w:rFonts w:eastAsia="3pSWN7eG+ArialMT"/>
                <w:spacing w:val="1"/>
                <w:w w:val="102"/>
              </w:rPr>
              <w:t>ecurrent</w:t>
            </w:r>
          </w:p>
        </w:tc>
      </w:tr>
      <w:tr w:rsidR="00E2172A" w:rsidRPr="00E2172A" w14:paraId="2931C23C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5B6717AF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13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1D046E5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4E09CA4F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28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68A3163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5397E378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04FE41DF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44D5D40D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74F53071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14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7D50452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0B7ABF5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34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7F0C41E6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1449231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54D32F9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13AE01CE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5A34DDE6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15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39319EF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F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3FAC3E7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42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4DE59281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7B3243F0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52654FA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231B1DC5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1587F58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16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1BE33701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76C1D79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35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057968FF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1DBDB2B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117DD32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R</w:t>
            </w:r>
            <w:r w:rsidRPr="00E2172A">
              <w:rPr>
                <w:rFonts w:eastAsia="3pSWN7eG+ArialMT"/>
                <w:spacing w:val="1"/>
                <w:w w:val="102"/>
              </w:rPr>
              <w:t>ecurrent</w:t>
            </w:r>
          </w:p>
        </w:tc>
      </w:tr>
      <w:tr w:rsidR="00E2172A" w:rsidRPr="00E2172A" w14:paraId="2CF5890C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6251DFC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17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7A031E53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 xml:space="preserve">F 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64AF3D1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57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31C7FE7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6079E3E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3F2942D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76D5C598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6297568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18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62DEF8E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1EFF351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59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3FA4B3A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2C8C267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17AD850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3F4134BF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020A46D1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19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5F4B774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 xml:space="preserve">F 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6D2C815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63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5F6BCD10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45A6B77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27D8B26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0BD9DE9E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43914B9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20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380ECA2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2A6D5D1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24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4099BE1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651E0D5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4CF270B0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24551E31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403DFC3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21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2502636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67AC9646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29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630DE12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2684952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475BB5A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723D62A1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7073F2B3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22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2B32A00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F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5031449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31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0D223DB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75A64090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0607BF2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39AAD6B8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37FDB96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23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1BBF0C53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0B488673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28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785AA963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49214356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G</w:t>
            </w:r>
            <w:r w:rsidRPr="00E2172A">
              <w:rPr>
                <w:rFonts w:eastAsia="3pSWN7eG+ArialMT"/>
                <w:spacing w:val="1"/>
                <w:w w:val="102"/>
              </w:rPr>
              <w:t>B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1C210433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3DB5A446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69FC218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24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089F9D0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F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6E57CC9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72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39519048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3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0918EDB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L</w:t>
            </w:r>
            <w:r w:rsidRPr="00E2172A">
              <w:rPr>
                <w:rFonts w:eastAsia="3pSWN7eG+ArialMT"/>
                <w:spacing w:val="2"/>
                <w:w w:val="102"/>
              </w:rPr>
              <w:t>GG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1C63DA2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5170738D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7C6BE68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25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52786FE3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71692803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54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6A30DF0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3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6FE98ED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L</w:t>
            </w:r>
            <w:r w:rsidRPr="00E2172A">
              <w:rPr>
                <w:rFonts w:eastAsia="3pSWN7eG+ArialMT"/>
                <w:spacing w:val="2"/>
                <w:w w:val="102"/>
              </w:rPr>
              <w:t>GG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6E1908B8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59182D3C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620DDA0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26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4872881A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 xml:space="preserve"> 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6CDC187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21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52A2C6C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3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49B163D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L</w:t>
            </w:r>
            <w:r w:rsidRPr="00E2172A">
              <w:rPr>
                <w:rFonts w:eastAsia="3pSWN7eG+ArialMT"/>
                <w:spacing w:val="2"/>
                <w:w w:val="102"/>
              </w:rPr>
              <w:t>GG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354FFFE1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516C60F9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0F8C301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27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101E8FC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7F7F2E9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69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4D2C555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38D3B54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L</w:t>
            </w:r>
            <w:r w:rsidRPr="00E2172A">
              <w:rPr>
                <w:rFonts w:eastAsia="3pSWN7eG+ArialMT"/>
                <w:spacing w:val="2"/>
                <w:w w:val="102"/>
              </w:rPr>
              <w:t>GG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2CDDBB6F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2E2F2C31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45D10D8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28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000071B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2C1787D9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-1"/>
                <w:w w:val="102"/>
              </w:rPr>
              <w:t>3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1DC347CF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67A6856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L</w:t>
            </w:r>
            <w:r w:rsidRPr="00E2172A">
              <w:rPr>
                <w:rFonts w:eastAsia="3pSWN7eG+ArialMT"/>
                <w:spacing w:val="2"/>
                <w:w w:val="102"/>
              </w:rPr>
              <w:t>GG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7A58728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5089B715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62BF2AA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29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5AD3C36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08FCEB0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29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69D0B7B1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0723E6D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L</w:t>
            </w:r>
            <w:r w:rsidRPr="00E2172A">
              <w:rPr>
                <w:rFonts w:eastAsia="3pSWN7eG+ArialMT"/>
                <w:spacing w:val="2"/>
                <w:w w:val="102"/>
              </w:rPr>
              <w:t>GG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075B3194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1BAC6BBE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4E4182EF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30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4248F0A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F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03450AB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48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0AB9C6DC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140EA35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L</w:t>
            </w:r>
            <w:r w:rsidRPr="00E2172A">
              <w:rPr>
                <w:rFonts w:eastAsia="3pSWN7eG+ArialMT"/>
                <w:spacing w:val="2"/>
                <w:w w:val="102"/>
              </w:rPr>
              <w:t>GG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109E1586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29DA4798" w14:textId="77777777" w:rsidTr="00296679">
        <w:trPr>
          <w:jc w:val="center"/>
        </w:trPr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14:paraId="40AE20B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31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 w14:paraId="732AEA81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2"/>
                <w:w w:val="102"/>
              </w:rPr>
              <w:t>M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5073585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40</w:t>
            </w:r>
          </w:p>
        </w:tc>
        <w:tc>
          <w:tcPr>
            <w:tcW w:w="1380" w:type="dxa"/>
            <w:tcMar>
              <w:left w:w="0" w:type="dxa"/>
              <w:right w:w="0" w:type="dxa"/>
            </w:tcMar>
            <w:vAlign w:val="center"/>
          </w:tcPr>
          <w:p w14:paraId="7410D6A5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  <w:vAlign w:val="center"/>
          </w:tcPr>
          <w:p w14:paraId="45077E5D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L</w:t>
            </w:r>
            <w:r w:rsidRPr="00E2172A">
              <w:rPr>
                <w:rFonts w:eastAsia="3pSWN7eG+ArialMT"/>
                <w:spacing w:val="2"/>
                <w:w w:val="102"/>
              </w:rPr>
              <w:t>GG</w:t>
            </w: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14:paraId="4B878A87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  <w:tr w:rsidR="00E2172A" w:rsidRPr="00E2172A" w14:paraId="256E0DCD" w14:textId="77777777" w:rsidTr="00296679">
        <w:trPr>
          <w:jc w:val="center"/>
        </w:trPr>
        <w:tc>
          <w:tcPr>
            <w:tcW w:w="1104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F950EF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B6lf3Ks0+Arial"/>
                <w:w w:val="102"/>
              </w:rPr>
              <w:t>32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A2BBF0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F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10BB3B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44</w:t>
            </w:r>
          </w:p>
        </w:tc>
        <w:tc>
          <w:tcPr>
            <w:tcW w:w="1380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EBA67E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w w:val="102"/>
              </w:rPr>
              <w:t>2</w:t>
            </w:r>
          </w:p>
        </w:tc>
        <w:tc>
          <w:tcPr>
            <w:tcW w:w="1640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5F045F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L</w:t>
            </w:r>
            <w:r w:rsidRPr="00E2172A">
              <w:rPr>
                <w:rFonts w:eastAsia="3pSWN7eG+ArialMT"/>
                <w:spacing w:val="2"/>
                <w:w w:val="102"/>
              </w:rPr>
              <w:t>GG</w:t>
            </w:r>
          </w:p>
        </w:tc>
        <w:tc>
          <w:tcPr>
            <w:tcW w:w="1734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3766C2" w14:textId="77777777" w:rsidR="00E2172A" w:rsidRPr="00E2172A" w:rsidRDefault="00E2172A" w:rsidP="0029667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3pSWN7eG+ArialMT"/>
                <w:spacing w:val="1"/>
                <w:w w:val="102"/>
              </w:rPr>
              <w:t>Pr</w:t>
            </w:r>
            <w:r w:rsidRPr="00E2172A">
              <w:rPr>
                <w:rFonts w:eastAsia="3pSWN7eG+ArialMT"/>
                <w:w w:val="102"/>
              </w:rPr>
              <w:t>i</w:t>
            </w:r>
            <w:r w:rsidRPr="00E2172A">
              <w:rPr>
                <w:rFonts w:eastAsia="3pSWN7eG+ArialMT"/>
                <w:spacing w:val="2"/>
                <w:w w:val="102"/>
              </w:rPr>
              <w:t>m</w:t>
            </w:r>
            <w:r w:rsidRPr="00E2172A">
              <w:rPr>
                <w:rFonts w:eastAsia="3pSWN7eG+ArialMT"/>
                <w:spacing w:val="1"/>
                <w:w w:val="102"/>
              </w:rPr>
              <w:t>ary</w:t>
            </w:r>
          </w:p>
        </w:tc>
      </w:tr>
    </w:tbl>
    <w:p w14:paraId="00B30354" w14:textId="481D522F" w:rsidR="007A00D7" w:rsidRDefault="007A00D7" w:rsidP="00E2172A">
      <w:pPr>
        <w:pStyle w:val="TSP43tablefooter"/>
      </w:pPr>
      <w:r>
        <w:rPr>
          <w:rFonts w:eastAsia="3pSWN7eG+ArialMT"/>
          <w:spacing w:val="4"/>
          <w:w w:val="102"/>
        </w:rPr>
        <w:t>G</w:t>
      </w:r>
      <w:r>
        <w:rPr>
          <w:rFonts w:eastAsia="3pSWN7eG+ArialMT"/>
          <w:w w:val="102"/>
        </w:rPr>
        <w:t>B</w:t>
      </w:r>
      <w:r>
        <w:rPr>
          <w:rFonts w:eastAsia="3pSWN7eG+ArialMT"/>
          <w:spacing w:val="4"/>
          <w:w w:val="102"/>
        </w:rPr>
        <w:t>M</w:t>
      </w:r>
      <w:r>
        <w:rPr>
          <w:rFonts w:eastAsia="3pSWN7eG+ArialMT"/>
          <w:w w:val="102"/>
        </w:rPr>
        <w:t xml:space="preserve">: </w:t>
      </w:r>
      <w:r>
        <w:rPr>
          <w:rFonts w:eastAsia="3pSWN7eG+ArialMT"/>
          <w:spacing w:val="4"/>
          <w:w w:val="102"/>
        </w:rPr>
        <w:t>G</w:t>
      </w:r>
      <w:r>
        <w:rPr>
          <w:rFonts w:eastAsia="3pSWN7eG+ArialMT"/>
          <w:w w:val="102"/>
        </w:rPr>
        <w:t>liobl</w:t>
      </w:r>
      <w:r>
        <w:rPr>
          <w:rFonts w:eastAsia="3pSWN7eG+ArialMT"/>
          <w:spacing w:val="3"/>
          <w:w w:val="102"/>
        </w:rPr>
        <w:t>ast</w:t>
      </w:r>
      <w:r>
        <w:rPr>
          <w:rFonts w:eastAsia="3pSWN7eG+ArialMT"/>
          <w:w w:val="102"/>
        </w:rPr>
        <w:t>o</w:t>
      </w:r>
      <w:r>
        <w:rPr>
          <w:rFonts w:eastAsia="3pSWN7eG+ArialMT"/>
          <w:spacing w:val="4"/>
          <w:w w:val="102"/>
        </w:rPr>
        <w:t>m</w:t>
      </w:r>
      <w:r>
        <w:rPr>
          <w:rFonts w:eastAsia="3pSWN7eG+ArialMT"/>
          <w:w w:val="102"/>
        </w:rPr>
        <w:t>a; L</w:t>
      </w:r>
      <w:r>
        <w:rPr>
          <w:rFonts w:eastAsia="3pSWN7eG+ArialMT"/>
          <w:spacing w:val="2"/>
          <w:w w:val="102"/>
        </w:rPr>
        <w:t>G</w:t>
      </w:r>
      <w:r>
        <w:rPr>
          <w:rFonts w:eastAsia="3pSWN7eG+ArialMT"/>
          <w:spacing w:val="4"/>
          <w:w w:val="102"/>
        </w:rPr>
        <w:t>G</w:t>
      </w:r>
      <w:r>
        <w:rPr>
          <w:rFonts w:eastAsia="3pSWN7eG+ArialMT"/>
          <w:spacing w:val="3"/>
          <w:w w:val="102"/>
        </w:rPr>
        <w:t>:</w:t>
      </w:r>
      <w:r>
        <w:rPr>
          <w:rFonts w:eastAsia="3pSWN7eG+ArialMT"/>
          <w:w w:val="102"/>
        </w:rPr>
        <w:t xml:space="preserve"> Lo</w:t>
      </w:r>
      <w:r>
        <w:rPr>
          <w:rFonts w:eastAsia="3pSWN7eG+ArialMT"/>
          <w:spacing w:val="4"/>
          <w:w w:val="102"/>
        </w:rPr>
        <w:t>w</w:t>
      </w:r>
      <w:r>
        <w:rPr>
          <w:rFonts w:eastAsia="3pSWN7eG+ArialMT"/>
          <w:spacing w:val="3"/>
          <w:w w:val="102"/>
        </w:rPr>
        <w:t xml:space="preserve"> </w:t>
      </w:r>
      <w:r>
        <w:rPr>
          <w:rFonts w:eastAsia="3pSWN7eG+ArialMT"/>
          <w:w w:val="102"/>
        </w:rPr>
        <w:t>grade glio</w:t>
      </w:r>
      <w:r>
        <w:rPr>
          <w:rFonts w:eastAsia="3pSWN7eG+ArialMT"/>
          <w:spacing w:val="2"/>
          <w:w w:val="102"/>
        </w:rPr>
        <w:t>m</w:t>
      </w:r>
      <w:r>
        <w:rPr>
          <w:rFonts w:eastAsia="3pSWN7eG+ArialMT"/>
          <w:w w:val="102"/>
        </w:rPr>
        <w:t>a</w:t>
      </w:r>
      <w:r>
        <w:rPr>
          <w:rFonts w:eastAsia="3pSWN7eG+ArialMT"/>
          <w:spacing w:val="3"/>
          <w:w w:val="102"/>
        </w:rPr>
        <w:t>; F:</w:t>
      </w:r>
      <w:r>
        <w:rPr>
          <w:rFonts w:eastAsia="3pSWN7eG+ArialMT"/>
          <w:w w:val="102"/>
        </w:rPr>
        <w:t xml:space="preserve"> Fe</w:t>
      </w:r>
      <w:r>
        <w:rPr>
          <w:rFonts w:eastAsia="3pSWN7eG+ArialMT"/>
          <w:spacing w:val="4"/>
          <w:w w:val="102"/>
        </w:rPr>
        <w:t>m</w:t>
      </w:r>
      <w:r>
        <w:rPr>
          <w:rFonts w:eastAsia="3pSWN7eG+ArialMT"/>
          <w:w w:val="102"/>
        </w:rPr>
        <w:t>al</w:t>
      </w:r>
      <w:r>
        <w:rPr>
          <w:rFonts w:eastAsia="3pSWN7eG+ArialMT"/>
          <w:spacing w:val="3"/>
          <w:w w:val="102"/>
        </w:rPr>
        <w:t>e;</w:t>
      </w:r>
      <w:r>
        <w:rPr>
          <w:rFonts w:eastAsia="3pSWN7eG+ArialMT"/>
          <w:w w:val="102"/>
        </w:rPr>
        <w:t xml:space="preserve"> </w:t>
      </w:r>
      <w:r>
        <w:rPr>
          <w:rFonts w:eastAsia="3pSWN7eG+ArialMT"/>
          <w:spacing w:val="2"/>
          <w:w w:val="102"/>
        </w:rPr>
        <w:t>M</w:t>
      </w:r>
      <w:r>
        <w:rPr>
          <w:rFonts w:eastAsia="3pSWN7eG+ArialMT"/>
          <w:w w:val="102"/>
        </w:rPr>
        <w:t>:</w:t>
      </w:r>
      <w:r>
        <w:rPr>
          <w:rFonts w:eastAsia="3pSWN7eG+ArialMT"/>
          <w:spacing w:val="3"/>
          <w:w w:val="102"/>
        </w:rPr>
        <w:t xml:space="preserve"> </w:t>
      </w:r>
      <w:r>
        <w:rPr>
          <w:rFonts w:eastAsia="3pSWN7eG+ArialMT"/>
          <w:spacing w:val="4"/>
          <w:w w:val="102"/>
        </w:rPr>
        <w:t>M</w:t>
      </w:r>
      <w:r>
        <w:rPr>
          <w:rFonts w:eastAsia="3pSWN7eG+ArialMT"/>
          <w:w w:val="102"/>
        </w:rPr>
        <w:t>ale</w:t>
      </w:r>
      <w:r>
        <w:rPr>
          <w:rFonts w:eastAsia="3pSWN7eG+ArialMT"/>
          <w:spacing w:val="3"/>
          <w:w w:val="102"/>
        </w:rPr>
        <w:t>;</w:t>
      </w:r>
      <w:r>
        <w:rPr>
          <w:rFonts w:eastAsia="3pSWN7eG+ArialMT"/>
          <w:w w:val="102"/>
        </w:rPr>
        <w:t xml:space="preserve"> </w:t>
      </w:r>
      <w:r>
        <w:rPr>
          <w:rFonts w:eastAsia="3pSWN7eG+ArialMT"/>
          <w:spacing w:val="4"/>
          <w:w w:val="102"/>
        </w:rPr>
        <w:t>R</w:t>
      </w:r>
      <w:r>
        <w:rPr>
          <w:rFonts w:eastAsia="3pSWN7eG+ArialMT"/>
          <w:w w:val="102"/>
        </w:rPr>
        <w:t>T</w:t>
      </w:r>
      <w:r>
        <w:rPr>
          <w:rFonts w:eastAsia="3pSWN7eG+ArialMT"/>
          <w:spacing w:val="3"/>
          <w:w w:val="102"/>
        </w:rPr>
        <w:t>:</w:t>
      </w:r>
      <w:r>
        <w:rPr>
          <w:rFonts w:eastAsia="3pSWN7eG+ArialMT"/>
          <w:w w:val="102"/>
        </w:rPr>
        <w:t xml:space="preserve"> </w:t>
      </w:r>
      <w:r>
        <w:rPr>
          <w:rFonts w:eastAsia="3pSWN7eG+ArialMT"/>
          <w:spacing w:val="2"/>
          <w:w w:val="102"/>
        </w:rPr>
        <w:t>R</w:t>
      </w:r>
      <w:r>
        <w:rPr>
          <w:rFonts w:eastAsia="3pSWN7eG+ArialMT"/>
          <w:spacing w:val="3"/>
          <w:w w:val="102"/>
        </w:rPr>
        <w:t>ad</w:t>
      </w:r>
      <w:r>
        <w:rPr>
          <w:rFonts w:eastAsia="3pSWN7eG+ArialMT"/>
          <w:w w:val="102"/>
        </w:rPr>
        <w:t>iotherapy;</w:t>
      </w:r>
      <w:r>
        <w:rPr>
          <w:rFonts w:eastAsia="3pSWN7eG+ArialMT"/>
          <w:spacing w:val="3"/>
          <w:w w:val="102"/>
        </w:rPr>
        <w:t xml:space="preserve"> </w:t>
      </w:r>
      <w:r>
        <w:rPr>
          <w:rFonts w:eastAsia="3pSWN7eG+ArialMT"/>
          <w:spacing w:val="2"/>
          <w:w w:val="102"/>
        </w:rPr>
        <w:t>C</w:t>
      </w:r>
      <w:r>
        <w:rPr>
          <w:rFonts w:eastAsia="3pSWN7eG+ArialMT"/>
          <w:w w:val="102"/>
        </w:rPr>
        <w:t>T</w:t>
      </w:r>
      <w:r>
        <w:rPr>
          <w:rFonts w:eastAsia="3pSWN7eG+ArialMT"/>
          <w:spacing w:val="3"/>
          <w:w w:val="102"/>
        </w:rPr>
        <w:t xml:space="preserve">: </w:t>
      </w:r>
      <w:r>
        <w:rPr>
          <w:rFonts w:eastAsia="3pSWN7eG+ArialMT"/>
          <w:spacing w:val="2"/>
          <w:w w:val="102"/>
        </w:rPr>
        <w:t>C</w:t>
      </w:r>
      <w:r>
        <w:rPr>
          <w:rFonts w:eastAsia="3pSWN7eG+ArialMT"/>
          <w:w w:val="102"/>
        </w:rPr>
        <w:t>he</w:t>
      </w:r>
      <w:r>
        <w:rPr>
          <w:rFonts w:eastAsia="3pSWN7eG+ArialMT"/>
          <w:spacing w:val="2"/>
          <w:w w:val="102"/>
        </w:rPr>
        <w:t>m</w:t>
      </w:r>
      <w:r>
        <w:rPr>
          <w:rFonts w:eastAsia="3pSWN7eG+ArialMT"/>
          <w:w w:val="102"/>
        </w:rPr>
        <w:t>o</w:t>
      </w:r>
      <w:r>
        <w:rPr>
          <w:rFonts w:eastAsia="3pSWN7eG+ArialMT"/>
          <w:spacing w:val="3"/>
          <w:w w:val="102"/>
        </w:rPr>
        <w:t>th</w:t>
      </w:r>
      <w:r>
        <w:rPr>
          <w:rFonts w:eastAsia="3pSWN7eG+ArialMT"/>
          <w:w w:val="102"/>
        </w:rPr>
        <w:t>e</w:t>
      </w:r>
      <w:r>
        <w:rPr>
          <w:rFonts w:eastAsia="3pSWN7eG+ArialMT"/>
          <w:spacing w:val="3"/>
          <w:w w:val="102"/>
        </w:rPr>
        <w:t>ra</w:t>
      </w:r>
      <w:r>
        <w:rPr>
          <w:rFonts w:eastAsia="3pSWN7eG+ArialMT"/>
          <w:w w:val="102"/>
        </w:rPr>
        <w:t>py</w:t>
      </w:r>
      <w:r w:rsidR="00E2172A">
        <w:rPr>
          <w:rFonts w:eastAsia="3pSWN7eG+ArialMT"/>
          <w:w w:val="102"/>
        </w:rPr>
        <w:t>.</w:t>
      </w:r>
    </w:p>
    <w:p w14:paraId="5369F460" w14:textId="50BD4AB4" w:rsidR="007A00D7" w:rsidRPr="00E2172A" w:rsidRDefault="00E2172A" w:rsidP="00E2172A">
      <w:pPr>
        <w:pStyle w:val="TSP41tablecaption"/>
        <w:jc w:val="center"/>
      </w:pPr>
      <w:r w:rsidRPr="00E2172A">
        <w:rPr>
          <w:rFonts w:eastAsia="gR9ktN65+TimesNewRomanPS"/>
          <w:b/>
        </w:rPr>
        <w:t>Table S2:</w:t>
      </w:r>
      <w:r w:rsidRPr="00E2172A">
        <w:rPr>
          <w:rFonts w:eastAsia="gR9ktN65+TimesNewRomanPS"/>
        </w:rPr>
        <w:t xml:space="preserve"> </w:t>
      </w:r>
      <w:r w:rsidR="007A00D7" w:rsidRPr="00E2172A">
        <w:rPr>
          <w:rFonts w:eastAsia="gR9ktN65+TimesNewRomanPS"/>
          <w:spacing w:val="-1"/>
        </w:rPr>
        <w:t>Pri</w:t>
      </w:r>
      <w:r w:rsidR="007A00D7" w:rsidRPr="00E2172A">
        <w:rPr>
          <w:rFonts w:eastAsia="gR9ktN65+TimesNewRomanPS"/>
          <w:spacing w:val="-2"/>
        </w:rPr>
        <w:t>m</w:t>
      </w:r>
      <w:r w:rsidR="007A00D7" w:rsidRPr="00E2172A">
        <w:rPr>
          <w:rFonts w:eastAsia="gR9ktN65+TimesNewRomanPS"/>
          <w:spacing w:val="-1"/>
        </w:rPr>
        <w:t>e</w:t>
      </w:r>
      <w:r w:rsidR="007A00D7" w:rsidRPr="00E2172A">
        <w:rPr>
          <w:rFonts w:eastAsia="gR9ktN65+TimesNewRomanPS"/>
        </w:rPr>
        <w:t>r</w:t>
      </w:r>
      <w:r w:rsidR="007A00D7" w:rsidRPr="00E2172A">
        <w:rPr>
          <w:rFonts w:eastAsia="Arial"/>
          <w:spacing w:val="-6"/>
        </w:rPr>
        <w:t xml:space="preserve"> </w:t>
      </w:r>
      <w:r w:rsidR="007A00D7" w:rsidRPr="00E2172A">
        <w:rPr>
          <w:rFonts w:eastAsia="gR9ktN65+TimesNewRomanPS"/>
          <w:spacing w:val="-1"/>
        </w:rPr>
        <w:t>se</w:t>
      </w:r>
      <w:r w:rsidR="007A00D7" w:rsidRPr="00E2172A">
        <w:rPr>
          <w:rFonts w:eastAsia="gR9ktN65+TimesNewRomanPS"/>
        </w:rPr>
        <w:t>q</w:t>
      </w:r>
      <w:r w:rsidR="007A00D7" w:rsidRPr="00E2172A">
        <w:rPr>
          <w:rFonts w:eastAsia="gR9ktN65+TimesNewRomanPS"/>
          <w:spacing w:val="-1"/>
        </w:rPr>
        <w:t>u</w:t>
      </w:r>
      <w:r w:rsidR="007A00D7" w:rsidRPr="00E2172A">
        <w:rPr>
          <w:rFonts w:eastAsia="gR9ktN65+TimesNewRomanPS"/>
        </w:rPr>
        <w:t>e</w:t>
      </w:r>
      <w:r w:rsidR="007A00D7" w:rsidRPr="00E2172A">
        <w:rPr>
          <w:rFonts w:eastAsia="gR9ktN65+TimesNewRomanPS"/>
          <w:spacing w:val="-1"/>
        </w:rPr>
        <w:t>n</w:t>
      </w:r>
      <w:r w:rsidR="007A00D7" w:rsidRPr="00E2172A">
        <w:rPr>
          <w:rFonts w:eastAsia="gR9ktN65+TimesNewRomanPS"/>
        </w:rPr>
        <w:t>c</w:t>
      </w:r>
      <w:r w:rsidR="007A00D7" w:rsidRPr="00E2172A">
        <w:rPr>
          <w:rFonts w:eastAsia="gR9ktN65+TimesNewRomanPS"/>
          <w:spacing w:val="-1"/>
        </w:rPr>
        <w:t>e</w:t>
      </w:r>
      <w:r w:rsidR="007A00D7" w:rsidRPr="00E2172A">
        <w:rPr>
          <w:rFonts w:eastAsia="gR9ktN65+TimesNewRomanPS"/>
        </w:rPr>
        <w:t>s</w:t>
      </w:r>
      <w:r w:rsidR="007A00D7" w:rsidRPr="00E2172A">
        <w:rPr>
          <w:rFonts w:eastAsia="Arial"/>
          <w:spacing w:val="-6"/>
        </w:rPr>
        <w:t xml:space="preserve"> </w:t>
      </w:r>
      <w:r w:rsidR="007A00D7" w:rsidRPr="00E2172A">
        <w:rPr>
          <w:rFonts w:eastAsia="gR9ktN65+TimesNewRomanPS"/>
          <w:spacing w:val="-1"/>
        </w:rPr>
        <w:t>f</w:t>
      </w:r>
      <w:r w:rsidR="007A00D7" w:rsidRPr="00E2172A">
        <w:rPr>
          <w:rFonts w:eastAsia="gR9ktN65+TimesNewRomanPS"/>
        </w:rPr>
        <w:t>or</w:t>
      </w:r>
      <w:r w:rsidR="007A00D7" w:rsidRPr="00E2172A">
        <w:rPr>
          <w:rFonts w:eastAsia="Arial"/>
          <w:spacing w:val="-6"/>
        </w:rPr>
        <w:t xml:space="preserve"> </w:t>
      </w:r>
      <w:r w:rsidR="007A00D7" w:rsidRPr="00E2172A">
        <w:rPr>
          <w:rFonts w:eastAsia="gR9ktN65+TimesNewRomanPS"/>
          <w:spacing w:val="-1"/>
        </w:rPr>
        <w:t>R</w:t>
      </w:r>
      <w:r w:rsidR="007A00D7" w:rsidRPr="00E2172A">
        <w:rPr>
          <w:rFonts w:eastAsia="gR9ktN65+TimesNewRomanPS"/>
        </w:rPr>
        <w:t>T</w:t>
      </w:r>
      <w:r w:rsidR="007A00D7" w:rsidRPr="00E2172A">
        <w:rPr>
          <w:rFonts w:eastAsia="gR9ktN65+TimesNewRomanPS"/>
          <w:spacing w:val="-1"/>
        </w:rPr>
        <w:t>-</w:t>
      </w:r>
      <w:r w:rsidR="007A00D7" w:rsidRPr="00E2172A">
        <w:rPr>
          <w:rFonts w:eastAsia="gR9ktN65+TimesNewRomanPS"/>
        </w:rPr>
        <w:t>qP</w:t>
      </w:r>
      <w:r w:rsidR="007A00D7" w:rsidRPr="00E2172A">
        <w:rPr>
          <w:rFonts w:eastAsia="gR9ktN65+TimesNewRomanPS"/>
          <w:spacing w:val="-1"/>
        </w:rPr>
        <w:t>CR</w:t>
      </w:r>
      <w:r w:rsidRPr="00E2172A">
        <w:rPr>
          <w:rFonts w:eastAsia="gR9ktN65+TimesNewRomanPS"/>
          <w:spacing w:val="-1"/>
        </w:rPr>
        <w:t>.</w:t>
      </w:r>
    </w:p>
    <w:tbl>
      <w:tblPr>
        <w:tblW w:w="936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6"/>
        <w:gridCol w:w="1461"/>
        <w:gridCol w:w="5663"/>
      </w:tblGrid>
      <w:tr w:rsidR="007A00D7" w:rsidRPr="00E2172A" w14:paraId="018C98B5" w14:textId="77777777" w:rsidTr="00E2172A">
        <w:trPr>
          <w:jc w:val="center"/>
        </w:trPr>
        <w:tc>
          <w:tcPr>
            <w:tcW w:w="1980" w:type="dxa"/>
            <w:tcBorders>
              <w:top w:val="single" w:sz="8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D0E6C9" w14:textId="36E1E4FF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2172A">
              <w:rPr>
                <w:rFonts w:eastAsia="gR9ktN65+TimesNewRomanPS"/>
                <w:b/>
                <w:bCs/>
                <w:spacing w:val="2"/>
              </w:rPr>
              <w:t>G</w:t>
            </w:r>
            <w:r w:rsidRPr="00E2172A">
              <w:rPr>
                <w:rFonts w:eastAsia="gR9ktN65+TimesNewRomanPS"/>
                <w:b/>
                <w:bCs/>
              </w:rPr>
              <w:t>e</w:t>
            </w:r>
            <w:r w:rsidRPr="00E2172A">
              <w:rPr>
                <w:rFonts w:eastAsia="gR9ktN65+TimesNewRomanPS"/>
                <w:b/>
                <w:bCs/>
                <w:spacing w:val="2"/>
              </w:rPr>
              <w:t>n</w:t>
            </w:r>
            <w:r w:rsidRPr="00E2172A">
              <w:rPr>
                <w:rFonts w:eastAsia="gR9ktN65+TimesNewRomanPS"/>
                <w:b/>
                <w:bCs/>
              </w:rPr>
              <w:t>e</w:t>
            </w:r>
            <w:r w:rsidRPr="00E2172A">
              <w:rPr>
                <w:rFonts w:eastAsia="Arial"/>
                <w:b/>
                <w:bCs/>
                <w:spacing w:val="-4"/>
              </w:rPr>
              <w:t xml:space="preserve"> </w:t>
            </w:r>
            <w:r w:rsidR="00E2172A" w:rsidRPr="00E2172A">
              <w:rPr>
                <w:rFonts w:eastAsia="gR9ktN65+TimesNewRomanPS"/>
                <w:b/>
                <w:bCs/>
              </w:rPr>
              <w:t>Na</w:t>
            </w:r>
            <w:r w:rsidR="00E2172A" w:rsidRPr="00E2172A">
              <w:rPr>
                <w:rFonts w:eastAsia="gR9ktN65+TimesNewRomanPS"/>
                <w:b/>
                <w:bCs/>
                <w:spacing w:val="2"/>
              </w:rPr>
              <w:t>m</w:t>
            </w:r>
            <w:r w:rsidR="00E2172A" w:rsidRPr="00E2172A">
              <w:rPr>
                <w:rFonts w:eastAsia="gR9ktN65+TimesNewRomanPS"/>
                <w:b/>
                <w:bCs/>
              </w:rPr>
              <w:t>e</w:t>
            </w:r>
          </w:p>
        </w:tc>
        <w:tc>
          <w:tcPr>
            <w:tcW w:w="6310" w:type="dxa"/>
            <w:gridSpan w:val="2"/>
            <w:tcBorders>
              <w:top w:val="single" w:sz="8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3273AD" w14:textId="2EA5934A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2172A">
              <w:rPr>
                <w:rFonts w:eastAsia="gR9ktN65+TimesNewRomanPS"/>
                <w:b/>
                <w:bCs/>
              </w:rPr>
              <w:t>Se</w:t>
            </w:r>
            <w:r w:rsidRPr="00E2172A">
              <w:rPr>
                <w:rFonts w:eastAsia="gR9ktN65+TimesNewRomanPS"/>
                <w:b/>
                <w:bCs/>
                <w:spacing w:val="2"/>
              </w:rPr>
              <w:t>q</w:t>
            </w:r>
            <w:r w:rsidRPr="00E2172A">
              <w:rPr>
                <w:rFonts w:eastAsia="gR9ktN65+TimesNewRomanPS"/>
                <w:b/>
                <w:bCs/>
              </w:rPr>
              <w:t>u</w:t>
            </w:r>
            <w:r w:rsidRPr="00E2172A">
              <w:rPr>
                <w:rFonts w:eastAsia="gR9ktN65+TimesNewRomanPS"/>
                <w:b/>
                <w:bCs/>
                <w:spacing w:val="2"/>
              </w:rPr>
              <w:t>e</w:t>
            </w:r>
            <w:r w:rsidRPr="00E2172A">
              <w:rPr>
                <w:rFonts w:eastAsia="gR9ktN65+TimesNewRomanPS"/>
                <w:b/>
                <w:bCs/>
              </w:rPr>
              <w:t>n</w:t>
            </w:r>
            <w:r w:rsidRPr="00E2172A">
              <w:rPr>
                <w:rFonts w:eastAsia="gR9ktN65+TimesNewRomanPS"/>
                <w:b/>
                <w:bCs/>
                <w:spacing w:val="2"/>
              </w:rPr>
              <w:t>c</w:t>
            </w:r>
            <w:r w:rsidRPr="00E2172A">
              <w:rPr>
                <w:rFonts w:eastAsia="gR9ktN65+TimesNewRomanPS"/>
                <w:b/>
                <w:bCs/>
              </w:rPr>
              <w:t>es</w:t>
            </w:r>
            <w:r w:rsidRPr="00E2172A">
              <w:rPr>
                <w:rFonts w:eastAsia="Arial"/>
                <w:b/>
                <w:bCs/>
                <w:spacing w:val="-6"/>
              </w:rPr>
              <w:t xml:space="preserve"> </w:t>
            </w:r>
            <w:r w:rsidRPr="00E2172A">
              <w:rPr>
                <w:rFonts w:eastAsia="gR9ktN65+TimesNewRomanPS"/>
                <w:b/>
                <w:bCs/>
              </w:rPr>
              <w:t>(</w:t>
            </w:r>
            <w:r w:rsidRPr="00E2172A">
              <w:rPr>
                <w:rFonts w:eastAsia="gR9ktN65+TimesNewRomanPS"/>
                <w:b/>
                <w:bCs/>
                <w:spacing w:val="2"/>
              </w:rPr>
              <w:t>5</w:t>
            </w:r>
            <w:r w:rsidR="00F20DEE">
              <w:rPr>
                <w:rFonts w:eastAsia="gR9ktN65+TimesNewRomanPS" w:hint="eastAsia"/>
                <w:b/>
                <w:bCs/>
              </w:rPr>
              <w:t>′</w:t>
            </w:r>
            <w:r w:rsidRPr="00E2172A">
              <w:rPr>
                <w:rFonts w:eastAsia="Arial"/>
                <w:b/>
                <w:bCs/>
                <w:spacing w:val="-4"/>
              </w:rPr>
              <w:t xml:space="preserve"> </w:t>
            </w:r>
            <w:r w:rsidRPr="00E2172A">
              <w:rPr>
                <w:rFonts w:eastAsia="gR9ktN65+TimesNewRomanPS"/>
                <w:b/>
                <w:bCs/>
              </w:rPr>
              <w:t>to</w:t>
            </w:r>
            <w:r w:rsidRPr="00E2172A">
              <w:rPr>
                <w:rFonts w:eastAsia="Arial"/>
                <w:b/>
                <w:bCs/>
                <w:spacing w:val="-4"/>
              </w:rPr>
              <w:t xml:space="preserve"> </w:t>
            </w:r>
            <w:r w:rsidRPr="00E2172A">
              <w:rPr>
                <w:rFonts w:eastAsia="gR9ktN65+TimesNewRomanPS"/>
                <w:b/>
                <w:bCs/>
                <w:spacing w:val="2"/>
              </w:rPr>
              <w:t>3</w:t>
            </w:r>
            <w:r w:rsidR="00F20DEE">
              <w:rPr>
                <w:rFonts w:eastAsia="gR9ktN65+TimesNewRomanPS" w:hint="eastAsia"/>
                <w:b/>
                <w:bCs/>
              </w:rPr>
              <w:t>′</w:t>
            </w:r>
            <w:r w:rsidRPr="00E2172A">
              <w:rPr>
                <w:rFonts w:eastAsia="gR9ktN65+TimesNewRomanPS"/>
                <w:b/>
                <w:bCs/>
              </w:rPr>
              <w:t>)</w:t>
            </w:r>
          </w:p>
        </w:tc>
      </w:tr>
      <w:tr w:rsidR="007A00D7" w:rsidRPr="00E2172A" w14:paraId="4F2AB2D0" w14:textId="77777777" w:rsidTr="00E2172A">
        <w:trPr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CAF79A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</w:rPr>
              <w:t>DD</w:t>
            </w:r>
            <w:r w:rsidRPr="00E2172A">
              <w:rPr>
                <w:rFonts w:eastAsia="WmACMsUx+TimesNewRomanPSMT"/>
                <w:spacing w:val="-2"/>
              </w:rPr>
              <w:t>X</w:t>
            </w:r>
            <w:r w:rsidRPr="00E2172A">
              <w:rPr>
                <w:rFonts w:eastAsia="WmACMsUx+TimesNewRomanPSMT"/>
                <w:spacing w:val="-1"/>
              </w:rPr>
              <w:t>11-</w:t>
            </w:r>
            <w:r w:rsidRPr="00E2172A">
              <w:rPr>
                <w:rFonts w:eastAsia="WmACMsUx+TimesNewRomanPSMT"/>
                <w:spacing w:val="-2"/>
              </w:rPr>
              <w:t>A</w:t>
            </w:r>
            <w:r w:rsidRPr="00E2172A">
              <w:rPr>
                <w:rFonts w:eastAsia="WmACMsUx+TimesNewRomanPSMT"/>
                <w:spacing w:val="1"/>
              </w:rPr>
              <w:t>S</w:t>
            </w:r>
            <w:r w:rsidRPr="00E2172A">
              <w:rPr>
                <w:rFonts w:eastAsia="WmACMsUx+TimesNewRomanPSMT"/>
                <w:spacing w:val="-1"/>
              </w:rPr>
              <w:t>1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8989FD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For</w:t>
            </w:r>
            <w:r w:rsidRPr="00E2172A">
              <w:rPr>
                <w:rFonts w:eastAsia="WmACMsUx+TimesNewRomanPSMT"/>
                <w:spacing w:val="2"/>
              </w:rPr>
              <w:t>w</w:t>
            </w:r>
            <w:r w:rsidRPr="00E2172A">
              <w:rPr>
                <w:rFonts w:eastAsia="WmACMsUx+TimesNewRomanPSMT"/>
                <w:spacing w:val="1"/>
              </w:rPr>
              <w:t>ard</w:t>
            </w:r>
          </w:p>
        </w:tc>
        <w:tc>
          <w:tcPr>
            <w:tcW w:w="5016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7F9959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CT</w:t>
            </w:r>
            <w:r w:rsidRPr="00E2172A">
              <w:rPr>
                <w:rFonts w:eastAsia="WmACMsUx+TimesNewRomanPSMT"/>
              </w:rPr>
              <w:t>G</w:t>
            </w:r>
            <w:r w:rsidRPr="00E2172A">
              <w:rPr>
                <w:rFonts w:eastAsia="WmACMsUx+TimesNewRomanPSMT"/>
                <w:spacing w:val="-2"/>
              </w:rPr>
              <w:t>GGAA</w:t>
            </w:r>
            <w:r w:rsidRPr="00E2172A">
              <w:rPr>
                <w:rFonts w:eastAsia="WmACMsUx+TimesNewRomanPSMT"/>
              </w:rPr>
              <w:t>G</w:t>
            </w:r>
            <w:r w:rsidRPr="00E2172A">
              <w:rPr>
                <w:rFonts w:eastAsia="WmACMsUx+TimesNewRomanPSMT"/>
                <w:spacing w:val="1"/>
              </w:rPr>
              <w:t>C</w:t>
            </w:r>
            <w:r w:rsidRPr="00E2172A">
              <w:rPr>
                <w:rFonts w:eastAsia="WmACMsUx+TimesNewRomanPSMT"/>
              </w:rPr>
              <w:t>G</w:t>
            </w:r>
            <w:r w:rsidRPr="00E2172A">
              <w:rPr>
                <w:rFonts w:eastAsia="WmACMsUx+TimesNewRomanPSMT"/>
                <w:spacing w:val="1"/>
              </w:rPr>
              <w:t>T</w:t>
            </w:r>
            <w:r w:rsidRPr="00E2172A">
              <w:rPr>
                <w:rFonts w:eastAsia="WmACMsUx+TimesNewRomanPSMT"/>
                <w:spacing w:val="-2"/>
              </w:rPr>
              <w:t>G</w:t>
            </w:r>
            <w:r w:rsidRPr="00E2172A">
              <w:rPr>
                <w:rFonts w:eastAsia="WmACMsUx+TimesNewRomanPSMT"/>
                <w:spacing w:val="1"/>
              </w:rPr>
              <w:t>CTT</w:t>
            </w:r>
            <w:r w:rsidRPr="00E2172A">
              <w:rPr>
                <w:rFonts w:eastAsia="WmACMsUx+TimesNewRomanPSMT"/>
              </w:rPr>
              <w:t>A</w:t>
            </w:r>
            <w:r w:rsidRPr="00E2172A">
              <w:rPr>
                <w:rFonts w:eastAsia="WmACMsUx+TimesNewRomanPSMT"/>
                <w:spacing w:val="1"/>
              </w:rPr>
              <w:t>T</w:t>
            </w:r>
            <w:r w:rsidRPr="00E2172A">
              <w:rPr>
                <w:rFonts w:eastAsia="WmACMsUx+TimesNewRomanPSMT"/>
                <w:spacing w:val="-1"/>
              </w:rPr>
              <w:t>T</w:t>
            </w:r>
            <w:r w:rsidRPr="00E2172A">
              <w:rPr>
                <w:rFonts w:eastAsia="WmACMsUx+TimesNewRomanPSMT"/>
              </w:rPr>
              <w:t>A</w:t>
            </w:r>
            <w:r w:rsidRPr="00E2172A">
              <w:rPr>
                <w:rFonts w:eastAsia="WmACMsUx+TimesNewRomanPSMT"/>
                <w:spacing w:val="-1"/>
              </w:rPr>
              <w:t>T</w:t>
            </w:r>
            <w:r w:rsidRPr="00E2172A">
              <w:rPr>
                <w:rFonts w:eastAsia="WmACMsUx+TimesNewRomanPSMT"/>
              </w:rPr>
              <w:t>G</w:t>
            </w:r>
            <w:r w:rsidRPr="00E2172A">
              <w:rPr>
                <w:rFonts w:eastAsia="WmACMsUx+TimesNewRomanPSMT"/>
                <w:spacing w:val="-1"/>
              </w:rPr>
              <w:t>T</w:t>
            </w:r>
          </w:p>
        </w:tc>
      </w:tr>
      <w:tr w:rsidR="007A00D7" w:rsidRPr="00E2172A" w14:paraId="7B25DE37" w14:textId="77777777" w:rsidTr="00E2172A">
        <w:trPr>
          <w:jc w:val="center"/>
        </w:trPr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14:paraId="341ABA58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6B8136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Re</w:t>
            </w:r>
            <w:r w:rsidRPr="00E2172A">
              <w:rPr>
                <w:rFonts w:eastAsia="WmACMsUx+TimesNewRomanPSMT"/>
                <w:spacing w:val="3"/>
              </w:rPr>
              <w:t>v</w:t>
            </w:r>
            <w:r w:rsidRPr="00E2172A">
              <w:rPr>
                <w:rFonts w:eastAsia="WmACMsUx+TimesNewRomanPSMT"/>
                <w:spacing w:val="1"/>
              </w:rPr>
              <w:t>erse</w:t>
            </w:r>
          </w:p>
        </w:tc>
        <w:tc>
          <w:tcPr>
            <w:tcW w:w="501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48B3C8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</w:rPr>
              <w:t>AG</w:t>
            </w:r>
            <w:r w:rsidRPr="00E2172A">
              <w:rPr>
                <w:rFonts w:eastAsia="WmACMsUx+TimesNewRomanPSMT"/>
                <w:spacing w:val="-2"/>
              </w:rPr>
              <w:t>G</w:t>
            </w:r>
            <w:r w:rsidRPr="00E2172A">
              <w:rPr>
                <w:rFonts w:eastAsia="WmACMsUx+TimesNewRomanPSMT"/>
                <w:spacing w:val="-1"/>
              </w:rPr>
              <w:t>C</w:t>
            </w:r>
            <w:r w:rsidRPr="00E2172A">
              <w:rPr>
                <w:rFonts w:eastAsia="WmACMsUx+TimesNewRomanPSMT"/>
                <w:spacing w:val="1"/>
              </w:rPr>
              <w:t>T</w:t>
            </w:r>
            <w:r w:rsidRPr="00E2172A">
              <w:rPr>
                <w:rFonts w:eastAsia="WmACMsUx+TimesNewRomanPSMT"/>
                <w:spacing w:val="-2"/>
              </w:rPr>
              <w:t>GA</w:t>
            </w:r>
            <w:r w:rsidRPr="00E2172A">
              <w:rPr>
                <w:rFonts w:eastAsia="WmACMsUx+TimesNewRomanPSMT"/>
                <w:spacing w:val="-1"/>
              </w:rPr>
              <w:t>CT</w:t>
            </w:r>
            <w:r w:rsidRPr="00E2172A">
              <w:rPr>
                <w:rFonts w:eastAsia="WmACMsUx+TimesNewRomanPSMT"/>
                <w:spacing w:val="-2"/>
              </w:rPr>
              <w:t>GGA</w:t>
            </w:r>
            <w:r w:rsidRPr="00E2172A">
              <w:rPr>
                <w:rFonts w:eastAsia="WmACMsUx+TimesNewRomanPSMT"/>
              </w:rPr>
              <w:t>A</w:t>
            </w:r>
            <w:r w:rsidRPr="00E2172A">
              <w:rPr>
                <w:rFonts w:eastAsia="WmACMsUx+TimesNewRomanPSMT"/>
                <w:spacing w:val="1"/>
              </w:rPr>
              <w:t>C</w:t>
            </w:r>
            <w:r w:rsidRPr="00E2172A">
              <w:rPr>
                <w:rFonts w:eastAsia="WmACMsUx+TimesNewRomanPSMT"/>
              </w:rPr>
              <w:t>A</w:t>
            </w:r>
            <w:r w:rsidRPr="00E2172A">
              <w:rPr>
                <w:rFonts w:eastAsia="WmACMsUx+TimesNewRomanPSMT"/>
                <w:spacing w:val="-2"/>
              </w:rPr>
              <w:t>AGA</w:t>
            </w:r>
            <w:r w:rsidRPr="00E2172A">
              <w:rPr>
                <w:rFonts w:eastAsia="WmACMsUx+TimesNewRomanPSMT"/>
              </w:rPr>
              <w:t>G</w:t>
            </w:r>
            <w:r w:rsidRPr="00E2172A">
              <w:rPr>
                <w:rFonts w:eastAsia="WmACMsUx+TimesNewRomanPSMT"/>
                <w:spacing w:val="-1"/>
              </w:rPr>
              <w:t>C</w:t>
            </w:r>
          </w:p>
        </w:tc>
      </w:tr>
      <w:tr w:rsidR="007A00D7" w:rsidRPr="00E2172A" w14:paraId="32DD9B4E" w14:textId="77777777" w:rsidTr="00E2172A">
        <w:trPr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6CAD21F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</w:rPr>
              <w:t>miR</w:t>
            </w:r>
            <w:r w:rsidRPr="00E2172A">
              <w:rPr>
                <w:rFonts w:eastAsia="WmACMsUx+TimesNewRomanPSMT"/>
                <w:spacing w:val="2"/>
              </w:rPr>
              <w:t>-</w:t>
            </w:r>
            <w:r w:rsidRPr="00E2172A">
              <w:rPr>
                <w:rFonts w:eastAsia="WmACMsUx+TimesNewRomanPSMT"/>
              </w:rPr>
              <w:t>1</w:t>
            </w:r>
            <w:r w:rsidRPr="00E2172A">
              <w:rPr>
                <w:rFonts w:eastAsia="WmACMsUx+TimesNewRomanPSMT"/>
                <w:spacing w:val="2"/>
              </w:rPr>
              <w:t>1</w:t>
            </w:r>
            <w:r w:rsidRPr="00E2172A">
              <w:rPr>
                <w:rFonts w:eastAsia="WmACMsUx+TimesNewRomanPSMT"/>
              </w:rPr>
              <w:t>83</w:t>
            </w: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DEBF010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For</w:t>
            </w:r>
            <w:r w:rsidRPr="00E2172A">
              <w:rPr>
                <w:rFonts w:eastAsia="WmACMsUx+TimesNewRomanPSMT"/>
                <w:spacing w:val="2"/>
              </w:rPr>
              <w:t>w</w:t>
            </w:r>
            <w:r w:rsidRPr="00E2172A">
              <w:rPr>
                <w:rFonts w:eastAsia="WmACMsUx+TimesNewRomanPSMT"/>
                <w:spacing w:val="1"/>
              </w:rPr>
              <w:t>ard</w:t>
            </w:r>
          </w:p>
        </w:tc>
        <w:tc>
          <w:tcPr>
            <w:tcW w:w="5016" w:type="dxa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F6578F1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</w:rPr>
              <w:t>ACTG</w:t>
            </w:r>
            <w:r w:rsidRPr="00E2172A">
              <w:rPr>
                <w:rFonts w:eastAsia="WmACMsUx+TimesNewRomanPSMT"/>
                <w:spacing w:val="2"/>
              </w:rPr>
              <w:t>A</w:t>
            </w:r>
            <w:r w:rsidRPr="00E2172A">
              <w:rPr>
                <w:rFonts w:eastAsia="WmACMsUx+TimesNewRomanPSMT"/>
              </w:rPr>
              <w:t>CC</w:t>
            </w:r>
            <w:r w:rsidRPr="00E2172A">
              <w:rPr>
                <w:rFonts w:eastAsia="WmACMsUx+TimesNewRomanPSMT"/>
                <w:spacing w:val="2"/>
              </w:rPr>
              <w:t>AC</w:t>
            </w:r>
            <w:r w:rsidRPr="00E2172A">
              <w:rPr>
                <w:rFonts w:eastAsia="WmACMsUx+TimesNewRomanPSMT"/>
              </w:rPr>
              <w:t>T</w:t>
            </w:r>
            <w:r w:rsidRPr="00E2172A">
              <w:rPr>
                <w:rFonts w:eastAsia="WmACMsUx+TimesNewRomanPSMT"/>
                <w:spacing w:val="2"/>
              </w:rPr>
              <w:t>G</w:t>
            </w:r>
            <w:r w:rsidRPr="00E2172A">
              <w:rPr>
                <w:rFonts w:eastAsia="WmACMsUx+TimesNewRomanPSMT"/>
              </w:rPr>
              <w:t>T</w:t>
            </w:r>
            <w:r w:rsidRPr="00E2172A">
              <w:rPr>
                <w:rFonts w:eastAsia="WmACMsUx+TimesNewRomanPSMT"/>
                <w:spacing w:val="2"/>
              </w:rPr>
              <w:t>A</w:t>
            </w:r>
            <w:r w:rsidRPr="00E2172A">
              <w:rPr>
                <w:rFonts w:eastAsia="WmACMsUx+TimesNewRomanPSMT"/>
              </w:rPr>
              <w:t>GGTGATG</w:t>
            </w:r>
            <w:r w:rsidRPr="00E2172A">
              <w:rPr>
                <w:rFonts w:eastAsia="WmACMsUx+TimesNewRomanPSMT"/>
                <w:spacing w:val="2"/>
              </w:rPr>
              <w:t>G</w:t>
            </w:r>
            <w:r w:rsidRPr="00E2172A">
              <w:rPr>
                <w:rFonts w:eastAsia="WmACMsUx+TimesNewRomanPSMT"/>
              </w:rPr>
              <w:t>T</w:t>
            </w:r>
          </w:p>
        </w:tc>
      </w:tr>
      <w:tr w:rsidR="007A00D7" w:rsidRPr="00E2172A" w14:paraId="684D5F02" w14:textId="77777777" w:rsidTr="00E2172A">
        <w:trPr>
          <w:jc w:val="center"/>
        </w:trPr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A9BCC6F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FEBB01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Re</w:t>
            </w:r>
            <w:r w:rsidRPr="00E2172A">
              <w:rPr>
                <w:rFonts w:eastAsia="WmACMsUx+TimesNewRomanPSMT"/>
                <w:spacing w:val="3"/>
              </w:rPr>
              <w:t>v</w:t>
            </w:r>
            <w:r w:rsidRPr="00E2172A">
              <w:rPr>
                <w:rFonts w:eastAsia="WmACMsUx+TimesNewRomanPSMT"/>
                <w:spacing w:val="1"/>
              </w:rPr>
              <w:t>erse</w:t>
            </w:r>
          </w:p>
        </w:tc>
        <w:tc>
          <w:tcPr>
            <w:tcW w:w="5016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58F8CB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-2"/>
              </w:rPr>
              <w:t>G</w:t>
            </w:r>
            <w:r w:rsidRPr="00E2172A">
              <w:rPr>
                <w:rFonts w:eastAsia="WmACMsUx+TimesNewRomanPSMT"/>
                <w:spacing w:val="-1"/>
              </w:rPr>
              <w:t>C</w:t>
            </w:r>
            <w:r w:rsidRPr="00E2172A">
              <w:rPr>
                <w:rFonts w:eastAsia="WmACMsUx+TimesNewRomanPSMT"/>
                <w:spacing w:val="-2"/>
              </w:rPr>
              <w:t>GA</w:t>
            </w:r>
            <w:r w:rsidRPr="00E2172A">
              <w:rPr>
                <w:rFonts w:eastAsia="WmACMsUx+TimesNewRomanPSMT"/>
              </w:rPr>
              <w:t>G</w:t>
            </w:r>
            <w:r w:rsidRPr="00E2172A">
              <w:rPr>
                <w:rFonts w:eastAsia="WmACMsUx+TimesNewRomanPSMT"/>
                <w:spacing w:val="1"/>
              </w:rPr>
              <w:t>C</w:t>
            </w:r>
            <w:r w:rsidRPr="00E2172A">
              <w:rPr>
                <w:rFonts w:eastAsia="WmACMsUx+TimesNewRomanPSMT"/>
              </w:rPr>
              <w:t>A</w:t>
            </w:r>
            <w:r w:rsidRPr="00E2172A">
              <w:rPr>
                <w:rFonts w:eastAsia="WmACMsUx+TimesNewRomanPSMT"/>
                <w:spacing w:val="1"/>
              </w:rPr>
              <w:t>C</w:t>
            </w:r>
            <w:r w:rsidRPr="00E2172A">
              <w:rPr>
                <w:rFonts w:eastAsia="WmACMsUx+TimesNewRomanPSMT"/>
                <w:spacing w:val="-2"/>
              </w:rPr>
              <w:t>AGAA</w:t>
            </w:r>
            <w:r w:rsidRPr="00E2172A">
              <w:rPr>
                <w:rFonts w:eastAsia="WmACMsUx+TimesNewRomanPSMT"/>
                <w:spacing w:val="-1"/>
              </w:rPr>
              <w:t>TT</w:t>
            </w:r>
            <w:r w:rsidRPr="00E2172A">
              <w:rPr>
                <w:rFonts w:eastAsia="WmACMsUx+TimesNewRomanPSMT"/>
                <w:spacing w:val="-2"/>
              </w:rPr>
              <w:t>A</w:t>
            </w:r>
            <w:r w:rsidRPr="00E2172A">
              <w:rPr>
                <w:rFonts w:eastAsia="WmACMsUx+TimesNewRomanPSMT"/>
              </w:rPr>
              <w:t>A</w:t>
            </w:r>
            <w:r w:rsidRPr="00E2172A">
              <w:rPr>
                <w:rFonts w:eastAsia="WmACMsUx+TimesNewRomanPSMT"/>
                <w:spacing w:val="-1"/>
              </w:rPr>
              <w:t>T</w:t>
            </w:r>
            <w:r w:rsidRPr="00E2172A">
              <w:rPr>
                <w:rFonts w:eastAsia="WmACMsUx+TimesNewRomanPSMT"/>
              </w:rPr>
              <w:t>A</w:t>
            </w:r>
            <w:r w:rsidRPr="00E2172A">
              <w:rPr>
                <w:rFonts w:eastAsia="WmACMsUx+TimesNewRomanPSMT"/>
                <w:spacing w:val="1"/>
              </w:rPr>
              <w:t>C</w:t>
            </w:r>
            <w:r w:rsidRPr="00E2172A">
              <w:rPr>
                <w:rFonts w:eastAsia="WmACMsUx+TimesNewRomanPSMT"/>
              </w:rPr>
              <w:t>G</w:t>
            </w:r>
            <w:r w:rsidRPr="00E2172A">
              <w:rPr>
                <w:rFonts w:eastAsia="WmACMsUx+TimesNewRomanPSMT"/>
                <w:spacing w:val="-2"/>
              </w:rPr>
              <w:t>A</w:t>
            </w:r>
            <w:r w:rsidRPr="00E2172A">
              <w:rPr>
                <w:rFonts w:eastAsia="WmACMsUx+TimesNewRomanPSMT"/>
                <w:spacing w:val="-1"/>
              </w:rPr>
              <w:t>C</w:t>
            </w:r>
            <w:r w:rsidRPr="00E2172A">
              <w:rPr>
                <w:rFonts w:eastAsia="WmACMsUx+TimesNewRomanPSMT"/>
                <w:spacing w:val="1"/>
              </w:rPr>
              <w:t>TC</w:t>
            </w:r>
            <w:r w:rsidRPr="00E2172A">
              <w:rPr>
                <w:rFonts w:eastAsia="WmACMsUx+TimesNewRomanPSMT"/>
                <w:spacing w:val="-2"/>
              </w:rPr>
              <w:t>A</w:t>
            </w:r>
            <w:r w:rsidRPr="00E2172A">
              <w:rPr>
                <w:rFonts w:eastAsia="WmACMsUx+TimesNewRomanPSMT"/>
                <w:spacing w:val="-1"/>
              </w:rPr>
              <w:t>C</w:t>
            </w:r>
            <w:r w:rsidRPr="00E2172A">
              <w:rPr>
                <w:rFonts w:eastAsia="WmACMsUx+TimesNewRomanPSMT"/>
                <w:spacing w:val="1"/>
              </w:rPr>
              <w:t>T</w:t>
            </w:r>
            <w:r w:rsidRPr="00E2172A">
              <w:rPr>
                <w:rFonts w:eastAsia="WmACMsUx+TimesNewRomanPSMT"/>
                <w:spacing w:val="-2"/>
              </w:rPr>
              <w:t>A</w:t>
            </w:r>
            <w:r w:rsidRPr="00E2172A">
              <w:rPr>
                <w:rFonts w:eastAsia="WmACMsUx+TimesNewRomanPSMT"/>
                <w:spacing w:val="1"/>
              </w:rPr>
              <w:t>T</w:t>
            </w:r>
            <w:r w:rsidRPr="00E2172A">
              <w:rPr>
                <w:rFonts w:eastAsia="WmACMsUx+TimesNewRomanPSMT"/>
                <w:spacing w:val="-2"/>
              </w:rPr>
              <w:t>AGG</w:t>
            </w:r>
          </w:p>
        </w:tc>
      </w:tr>
      <w:tr w:rsidR="007A00D7" w:rsidRPr="00E2172A" w14:paraId="73D50C2B" w14:textId="77777777" w:rsidTr="00E2172A">
        <w:trPr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42B2B4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</w:rPr>
              <w:t>E2F7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CEA192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For</w:t>
            </w:r>
            <w:r w:rsidRPr="00E2172A">
              <w:rPr>
                <w:rFonts w:eastAsia="WmACMsUx+TimesNewRomanPSMT"/>
                <w:spacing w:val="2"/>
              </w:rPr>
              <w:t>w</w:t>
            </w:r>
            <w:r w:rsidRPr="00E2172A">
              <w:rPr>
                <w:rFonts w:eastAsia="WmACMsUx+TimesNewRomanPSMT"/>
                <w:spacing w:val="1"/>
              </w:rPr>
              <w:t>ard</w:t>
            </w:r>
          </w:p>
        </w:tc>
        <w:tc>
          <w:tcPr>
            <w:tcW w:w="5016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93362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color w:val="212121"/>
                <w:spacing w:val="-1"/>
              </w:rPr>
              <w:t>C</w:t>
            </w:r>
            <w:r w:rsidRPr="00E2172A">
              <w:rPr>
                <w:rFonts w:eastAsia="WmACMsUx+TimesNewRomanPSMT"/>
                <w:color w:val="212121"/>
                <w:spacing w:val="-2"/>
              </w:rPr>
              <w:t>AGA</w:t>
            </w:r>
            <w:r w:rsidRPr="00E2172A">
              <w:rPr>
                <w:rFonts w:eastAsia="WmACMsUx+TimesNewRomanPSMT"/>
                <w:color w:val="212121"/>
              </w:rPr>
              <w:t>AA</w:t>
            </w:r>
            <w:r w:rsidRPr="00E2172A">
              <w:rPr>
                <w:rFonts w:eastAsia="WmACMsUx+TimesNewRomanPSMT"/>
                <w:color w:val="212121"/>
                <w:spacing w:val="1"/>
              </w:rPr>
              <w:t>CT</w:t>
            </w:r>
            <w:r w:rsidRPr="00E2172A">
              <w:rPr>
                <w:rFonts w:eastAsia="WmACMsUx+TimesNewRomanPSMT"/>
                <w:color w:val="212121"/>
              </w:rPr>
              <w:t>G</w:t>
            </w:r>
            <w:r w:rsidRPr="00E2172A">
              <w:rPr>
                <w:rFonts w:eastAsia="WmACMsUx+TimesNewRomanPSMT"/>
                <w:color w:val="212121"/>
                <w:spacing w:val="-2"/>
              </w:rPr>
              <w:t>GAA</w:t>
            </w:r>
            <w:r w:rsidRPr="00E2172A">
              <w:rPr>
                <w:rFonts w:eastAsia="WmACMsUx+TimesNewRomanPSMT"/>
                <w:color w:val="212121"/>
                <w:spacing w:val="-1"/>
              </w:rPr>
              <w:t>TCCC</w:t>
            </w:r>
            <w:r w:rsidRPr="00E2172A">
              <w:rPr>
                <w:rFonts w:eastAsia="WmACMsUx+TimesNewRomanPSMT"/>
                <w:color w:val="212121"/>
                <w:spacing w:val="-2"/>
              </w:rPr>
              <w:t>A</w:t>
            </w:r>
            <w:r w:rsidRPr="00E2172A">
              <w:rPr>
                <w:rFonts w:eastAsia="WmACMsUx+TimesNewRomanPSMT"/>
                <w:color w:val="212121"/>
              </w:rPr>
              <w:t>A</w:t>
            </w:r>
            <w:r w:rsidRPr="00E2172A">
              <w:rPr>
                <w:rFonts w:eastAsia="WmACMsUx+TimesNewRomanPSMT"/>
                <w:color w:val="212121"/>
                <w:spacing w:val="-1"/>
              </w:rPr>
              <w:t>C</w:t>
            </w:r>
            <w:r w:rsidRPr="00E2172A">
              <w:rPr>
                <w:rFonts w:eastAsia="WmACMsUx+TimesNewRomanPSMT"/>
                <w:color w:val="212121"/>
              </w:rPr>
              <w:t>AA</w:t>
            </w:r>
            <w:r w:rsidRPr="00E2172A">
              <w:rPr>
                <w:rFonts w:eastAsia="WmACMsUx+TimesNewRomanPSMT"/>
                <w:color w:val="212121"/>
                <w:spacing w:val="-2"/>
              </w:rPr>
              <w:t>G</w:t>
            </w:r>
          </w:p>
        </w:tc>
      </w:tr>
      <w:tr w:rsidR="007A00D7" w:rsidRPr="00E2172A" w14:paraId="3DFAA7D0" w14:textId="77777777" w:rsidTr="00E2172A">
        <w:trPr>
          <w:jc w:val="center"/>
        </w:trPr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14:paraId="4F40B818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E34EE8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Re</w:t>
            </w:r>
            <w:r w:rsidRPr="00E2172A">
              <w:rPr>
                <w:rFonts w:eastAsia="WmACMsUx+TimesNewRomanPSMT"/>
                <w:spacing w:val="3"/>
              </w:rPr>
              <w:t>v</w:t>
            </w:r>
            <w:r w:rsidRPr="00E2172A">
              <w:rPr>
                <w:rFonts w:eastAsia="WmACMsUx+TimesNewRomanPSMT"/>
                <w:spacing w:val="1"/>
              </w:rPr>
              <w:t>erse</w:t>
            </w:r>
          </w:p>
        </w:tc>
        <w:tc>
          <w:tcPr>
            <w:tcW w:w="501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56DA1F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color w:val="212121"/>
                <w:spacing w:val="-1"/>
              </w:rPr>
              <w:t>TT</w:t>
            </w:r>
            <w:r w:rsidRPr="00E2172A">
              <w:rPr>
                <w:rFonts w:eastAsia="WmACMsUx+TimesNewRomanPSMT"/>
                <w:color w:val="212121"/>
                <w:spacing w:val="-2"/>
              </w:rPr>
              <w:t>A</w:t>
            </w:r>
            <w:r w:rsidRPr="00E2172A">
              <w:rPr>
                <w:rFonts w:eastAsia="WmACMsUx+TimesNewRomanPSMT"/>
                <w:color w:val="212121"/>
              </w:rPr>
              <w:t>G</w:t>
            </w:r>
            <w:r w:rsidRPr="00E2172A">
              <w:rPr>
                <w:rFonts w:eastAsia="WmACMsUx+TimesNewRomanPSMT"/>
                <w:color w:val="212121"/>
                <w:spacing w:val="-1"/>
              </w:rPr>
              <w:t>T</w:t>
            </w:r>
            <w:r w:rsidRPr="00E2172A">
              <w:rPr>
                <w:rFonts w:eastAsia="WmACMsUx+TimesNewRomanPSMT"/>
                <w:color w:val="212121"/>
              </w:rPr>
              <w:t>G</w:t>
            </w:r>
            <w:r w:rsidRPr="00E2172A">
              <w:rPr>
                <w:rFonts w:eastAsia="WmACMsUx+TimesNewRomanPSMT"/>
                <w:color w:val="212121"/>
                <w:spacing w:val="-2"/>
              </w:rPr>
              <w:t>G</w:t>
            </w:r>
            <w:r w:rsidRPr="00E2172A">
              <w:rPr>
                <w:rFonts w:eastAsia="WmACMsUx+TimesNewRomanPSMT"/>
                <w:color w:val="212121"/>
                <w:spacing w:val="1"/>
              </w:rPr>
              <w:t>CT</w:t>
            </w:r>
            <w:r w:rsidRPr="00E2172A">
              <w:rPr>
                <w:rFonts w:eastAsia="WmACMsUx+TimesNewRomanPSMT"/>
                <w:color w:val="212121"/>
                <w:spacing w:val="-2"/>
              </w:rPr>
              <w:t>GG</w:t>
            </w:r>
            <w:r w:rsidRPr="00E2172A">
              <w:rPr>
                <w:rFonts w:eastAsia="WmACMsUx+TimesNewRomanPSMT"/>
                <w:color w:val="212121"/>
                <w:spacing w:val="-1"/>
              </w:rPr>
              <w:t>CTC</w:t>
            </w:r>
            <w:r w:rsidRPr="00E2172A">
              <w:rPr>
                <w:rFonts w:eastAsia="WmACMsUx+TimesNewRomanPSMT"/>
                <w:color w:val="212121"/>
                <w:spacing w:val="-2"/>
              </w:rPr>
              <w:t>A</w:t>
            </w:r>
            <w:r w:rsidRPr="00E2172A">
              <w:rPr>
                <w:rFonts w:eastAsia="WmACMsUx+TimesNewRomanPSMT"/>
                <w:color w:val="212121"/>
                <w:spacing w:val="-1"/>
              </w:rPr>
              <w:t>TCC</w:t>
            </w:r>
            <w:r w:rsidRPr="00E2172A">
              <w:rPr>
                <w:rFonts w:eastAsia="WmACMsUx+TimesNewRomanPSMT"/>
                <w:color w:val="212121"/>
                <w:spacing w:val="1"/>
              </w:rPr>
              <w:t>TCC</w:t>
            </w:r>
            <w:r w:rsidRPr="00E2172A">
              <w:rPr>
                <w:rFonts w:eastAsia="WmACMsUx+TimesNewRomanPSMT"/>
                <w:color w:val="212121"/>
                <w:spacing w:val="-1"/>
              </w:rPr>
              <w:t>TC</w:t>
            </w:r>
          </w:p>
        </w:tc>
      </w:tr>
      <w:tr w:rsidR="007A00D7" w:rsidRPr="00E2172A" w14:paraId="04B6EB5A" w14:textId="77777777" w:rsidTr="00E2172A">
        <w:trPr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4049FA7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</w:rPr>
              <w:t>GA</w:t>
            </w:r>
            <w:r w:rsidRPr="00E2172A">
              <w:rPr>
                <w:rFonts w:eastAsia="WmACMsUx+TimesNewRomanPSMT"/>
                <w:spacing w:val="-1"/>
              </w:rPr>
              <w:t>P</w:t>
            </w:r>
            <w:r w:rsidRPr="00E2172A">
              <w:rPr>
                <w:rFonts w:eastAsia="WmACMsUx+TimesNewRomanPSMT"/>
              </w:rPr>
              <w:t>D</w:t>
            </w:r>
            <w:r w:rsidRPr="00E2172A">
              <w:rPr>
                <w:rFonts w:eastAsia="WmACMsUx+TimesNewRomanPSMT"/>
                <w:spacing w:val="-2"/>
              </w:rPr>
              <w:t>H</w:t>
            </w: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06DBDF5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For</w:t>
            </w:r>
            <w:r w:rsidRPr="00E2172A">
              <w:rPr>
                <w:rFonts w:eastAsia="WmACMsUx+TimesNewRomanPSMT"/>
                <w:spacing w:val="2"/>
              </w:rPr>
              <w:t>w</w:t>
            </w:r>
            <w:r w:rsidRPr="00E2172A">
              <w:rPr>
                <w:rFonts w:eastAsia="WmACMsUx+TimesNewRomanPSMT"/>
                <w:spacing w:val="1"/>
              </w:rPr>
              <w:t>ard</w:t>
            </w:r>
          </w:p>
        </w:tc>
        <w:tc>
          <w:tcPr>
            <w:tcW w:w="5016" w:type="dxa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D1D3640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</w:rPr>
              <w:t>ATCAAT</w:t>
            </w:r>
            <w:r w:rsidRPr="00E2172A">
              <w:rPr>
                <w:rFonts w:eastAsia="WmACMsUx+TimesNewRomanPSMT"/>
                <w:spacing w:val="2"/>
              </w:rPr>
              <w:t>G</w:t>
            </w:r>
            <w:r w:rsidRPr="00E2172A">
              <w:rPr>
                <w:rFonts w:eastAsia="WmACMsUx+TimesNewRomanPSMT"/>
              </w:rPr>
              <w:t>GAA</w:t>
            </w:r>
            <w:r w:rsidRPr="00E2172A">
              <w:rPr>
                <w:rFonts w:eastAsia="WmACMsUx+TimesNewRomanPSMT"/>
                <w:spacing w:val="2"/>
              </w:rPr>
              <w:t>AT</w:t>
            </w:r>
            <w:r w:rsidRPr="00E2172A">
              <w:rPr>
                <w:rFonts w:eastAsia="WmACMsUx+TimesNewRomanPSMT"/>
              </w:rPr>
              <w:t>CC</w:t>
            </w:r>
            <w:r w:rsidRPr="00E2172A">
              <w:rPr>
                <w:rFonts w:eastAsia="WmACMsUx+TimesNewRomanPSMT"/>
                <w:spacing w:val="2"/>
              </w:rPr>
              <w:t>C</w:t>
            </w:r>
            <w:r w:rsidRPr="00E2172A">
              <w:rPr>
                <w:rFonts w:eastAsia="WmACMsUx+TimesNewRomanPSMT"/>
              </w:rPr>
              <w:t>AT</w:t>
            </w:r>
            <w:r w:rsidRPr="00E2172A">
              <w:rPr>
                <w:rFonts w:eastAsia="WmACMsUx+TimesNewRomanPSMT"/>
                <w:spacing w:val="2"/>
              </w:rPr>
              <w:t>C</w:t>
            </w:r>
            <w:r w:rsidRPr="00E2172A">
              <w:rPr>
                <w:rFonts w:eastAsia="WmACMsUx+TimesNewRomanPSMT"/>
              </w:rPr>
              <w:t>A</w:t>
            </w:r>
            <w:r w:rsidRPr="00E2172A">
              <w:rPr>
                <w:rFonts w:eastAsia="WmACMsUx+TimesNewRomanPSMT"/>
                <w:spacing w:val="2"/>
              </w:rPr>
              <w:t>C</w:t>
            </w:r>
            <w:r w:rsidRPr="00E2172A">
              <w:rPr>
                <w:rFonts w:eastAsia="WmACMsUx+TimesNewRomanPSMT"/>
              </w:rPr>
              <w:t>CA</w:t>
            </w:r>
          </w:p>
        </w:tc>
      </w:tr>
      <w:tr w:rsidR="007A00D7" w:rsidRPr="00E2172A" w14:paraId="5D88968A" w14:textId="77777777" w:rsidTr="00E2172A">
        <w:trPr>
          <w:jc w:val="center"/>
        </w:trPr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86F94B6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A91315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Re</w:t>
            </w:r>
            <w:r w:rsidRPr="00E2172A">
              <w:rPr>
                <w:rFonts w:eastAsia="WmACMsUx+TimesNewRomanPSMT"/>
                <w:spacing w:val="3"/>
              </w:rPr>
              <w:t>v</w:t>
            </w:r>
            <w:r w:rsidRPr="00E2172A">
              <w:rPr>
                <w:rFonts w:eastAsia="WmACMsUx+TimesNewRomanPSMT"/>
                <w:spacing w:val="1"/>
              </w:rPr>
              <w:t>erse</w:t>
            </w:r>
          </w:p>
        </w:tc>
        <w:tc>
          <w:tcPr>
            <w:tcW w:w="5016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4E0E54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G</w:t>
            </w:r>
            <w:r w:rsidRPr="00E2172A">
              <w:rPr>
                <w:rFonts w:eastAsia="WmACMsUx+TimesNewRomanPSMT"/>
                <w:spacing w:val="-1"/>
              </w:rPr>
              <w:t>A</w:t>
            </w:r>
            <w:r w:rsidRPr="00E2172A">
              <w:rPr>
                <w:rFonts w:eastAsia="WmACMsUx+TimesNewRomanPSMT"/>
                <w:spacing w:val="1"/>
              </w:rPr>
              <w:t>CT</w:t>
            </w:r>
            <w:r w:rsidRPr="00E2172A">
              <w:rPr>
                <w:rFonts w:eastAsia="WmACMsUx+TimesNewRomanPSMT"/>
                <w:spacing w:val="-1"/>
              </w:rPr>
              <w:t>CCACG</w:t>
            </w:r>
            <w:r w:rsidRPr="00E2172A">
              <w:rPr>
                <w:rFonts w:eastAsia="WmACMsUx+TimesNewRomanPSMT"/>
                <w:spacing w:val="1"/>
              </w:rPr>
              <w:t>A</w:t>
            </w:r>
            <w:r w:rsidRPr="00E2172A">
              <w:rPr>
                <w:rFonts w:eastAsia="WmACMsUx+TimesNewRomanPSMT"/>
                <w:spacing w:val="-1"/>
              </w:rPr>
              <w:t>CGT</w:t>
            </w:r>
            <w:r w:rsidRPr="00E2172A">
              <w:rPr>
                <w:rFonts w:eastAsia="WmACMsUx+TimesNewRomanPSMT"/>
                <w:spacing w:val="1"/>
              </w:rPr>
              <w:t>A</w:t>
            </w:r>
            <w:r w:rsidRPr="00E2172A">
              <w:rPr>
                <w:rFonts w:eastAsia="WmACMsUx+TimesNewRomanPSMT"/>
                <w:spacing w:val="-1"/>
              </w:rPr>
              <w:t>CTCA</w:t>
            </w:r>
            <w:r w:rsidRPr="00E2172A">
              <w:rPr>
                <w:rFonts w:eastAsia="WmACMsUx+TimesNewRomanPSMT"/>
                <w:spacing w:val="1"/>
              </w:rPr>
              <w:t>G</w:t>
            </w:r>
            <w:r w:rsidRPr="00E2172A">
              <w:rPr>
                <w:rFonts w:eastAsia="WmACMsUx+TimesNewRomanPSMT"/>
                <w:spacing w:val="-1"/>
              </w:rPr>
              <w:t>CG</w:t>
            </w:r>
          </w:p>
        </w:tc>
      </w:tr>
      <w:tr w:rsidR="007A00D7" w:rsidRPr="00E2172A" w14:paraId="036E53B3" w14:textId="77777777" w:rsidTr="00E2172A">
        <w:trPr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0406CB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2"/>
              </w:rPr>
              <w:t>U</w:t>
            </w:r>
            <w:r w:rsidRPr="00E2172A">
              <w:rPr>
                <w:rFonts w:eastAsia="WmACMsUx+TimesNewRomanPSMT"/>
                <w:spacing w:val="1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8591B5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For</w:t>
            </w:r>
            <w:r w:rsidRPr="00E2172A">
              <w:rPr>
                <w:rFonts w:eastAsia="WmACMsUx+TimesNewRomanPSMT"/>
                <w:spacing w:val="2"/>
              </w:rPr>
              <w:t>w</w:t>
            </w:r>
            <w:r w:rsidRPr="00E2172A">
              <w:rPr>
                <w:rFonts w:eastAsia="WmACMsUx+TimesNewRomanPSMT"/>
                <w:spacing w:val="1"/>
              </w:rPr>
              <w:t>ard</w:t>
            </w:r>
          </w:p>
        </w:tc>
        <w:tc>
          <w:tcPr>
            <w:tcW w:w="5016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339F2D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CT</w:t>
            </w:r>
            <w:r w:rsidRPr="00E2172A">
              <w:rPr>
                <w:rFonts w:eastAsia="WmACMsUx+TimesNewRomanPSMT"/>
                <w:spacing w:val="-1"/>
              </w:rPr>
              <w:t>C</w:t>
            </w:r>
            <w:r w:rsidRPr="00E2172A">
              <w:rPr>
                <w:rFonts w:eastAsia="WmACMsUx+TimesNewRomanPSMT"/>
                <w:spacing w:val="1"/>
              </w:rPr>
              <w:t>G</w:t>
            </w:r>
            <w:r w:rsidRPr="00E2172A">
              <w:rPr>
                <w:rFonts w:eastAsia="WmACMsUx+TimesNewRomanPSMT"/>
                <w:spacing w:val="-1"/>
              </w:rPr>
              <w:t>CT</w:t>
            </w:r>
            <w:r w:rsidRPr="00E2172A">
              <w:rPr>
                <w:rFonts w:eastAsia="WmACMsUx+TimesNewRomanPSMT"/>
                <w:spacing w:val="1"/>
              </w:rPr>
              <w:t>T</w:t>
            </w:r>
            <w:r w:rsidRPr="00E2172A">
              <w:rPr>
                <w:rFonts w:eastAsia="WmACMsUx+TimesNewRomanPSMT"/>
                <w:spacing w:val="-1"/>
              </w:rPr>
              <w:t>CG</w:t>
            </w:r>
            <w:r w:rsidRPr="00E2172A">
              <w:rPr>
                <w:rFonts w:eastAsia="WmACMsUx+TimesNewRomanPSMT"/>
                <w:spacing w:val="1"/>
              </w:rPr>
              <w:t>G</w:t>
            </w:r>
            <w:r w:rsidRPr="00E2172A">
              <w:rPr>
                <w:rFonts w:eastAsia="WmACMsUx+TimesNewRomanPSMT"/>
                <w:spacing w:val="-1"/>
              </w:rPr>
              <w:t>C</w:t>
            </w:r>
            <w:r w:rsidRPr="00E2172A">
              <w:rPr>
                <w:rFonts w:eastAsia="WmACMsUx+TimesNewRomanPSMT"/>
                <w:spacing w:val="1"/>
              </w:rPr>
              <w:t>AG</w:t>
            </w:r>
            <w:r w:rsidRPr="00E2172A">
              <w:rPr>
                <w:rFonts w:eastAsia="WmACMsUx+TimesNewRomanPSMT"/>
                <w:spacing w:val="-1"/>
              </w:rPr>
              <w:t>C</w:t>
            </w:r>
            <w:r w:rsidRPr="00E2172A">
              <w:rPr>
                <w:rFonts w:eastAsia="WmACMsUx+TimesNewRomanPSMT"/>
                <w:spacing w:val="1"/>
              </w:rPr>
              <w:t>A</w:t>
            </w:r>
            <w:r w:rsidRPr="00E2172A">
              <w:rPr>
                <w:rFonts w:eastAsia="WmACMsUx+TimesNewRomanPSMT"/>
                <w:spacing w:val="-1"/>
              </w:rPr>
              <w:t>C</w:t>
            </w:r>
            <w:r w:rsidRPr="00E2172A">
              <w:rPr>
                <w:rFonts w:eastAsia="WmACMsUx+TimesNewRomanPSMT"/>
                <w:spacing w:val="1"/>
              </w:rPr>
              <w:t>AT</w:t>
            </w:r>
            <w:r w:rsidRPr="00E2172A">
              <w:rPr>
                <w:rFonts w:eastAsia="WmACMsUx+TimesNewRomanPSMT"/>
                <w:spacing w:val="-1"/>
              </w:rPr>
              <w:t>A</w:t>
            </w:r>
          </w:p>
        </w:tc>
      </w:tr>
      <w:tr w:rsidR="007A00D7" w:rsidRPr="00E2172A" w14:paraId="3B48EFFD" w14:textId="77777777" w:rsidTr="00E2172A">
        <w:trPr>
          <w:jc w:val="center"/>
        </w:trPr>
        <w:tc>
          <w:tcPr>
            <w:tcW w:w="1980" w:type="dxa"/>
            <w:vMerge/>
            <w:vAlign w:val="center"/>
          </w:tcPr>
          <w:p w14:paraId="3A8D9F0B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294" w:type="dxa"/>
            <w:tcMar>
              <w:left w:w="0" w:type="dxa"/>
              <w:right w:w="0" w:type="dxa"/>
            </w:tcMar>
            <w:vAlign w:val="center"/>
          </w:tcPr>
          <w:p w14:paraId="661B387E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1"/>
              </w:rPr>
              <w:t>Re</w:t>
            </w:r>
            <w:r w:rsidRPr="00E2172A">
              <w:rPr>
                <w:rFonts w:eastAsia="WmACMsUx+TimesNewRomanPSMT"/>
                <w:spacing w:val="3"/>
              </w:rPr>
              <w:t>v</w:t>
            </w:r>
            <w:r w:rsidRPr="00E2172A">
              <w:rPr>
                <w:rFonts w:eastAsia="WmACMsUx+TimesNewRomanPSMT"/>
                <w:spacing w:val="1"/>
              </w:rPr>
              <w:t>erse</w:t>
            </w:r>
          </w:p>
        </w:tc>
        <w:tc>
          <w:tcPr>
            <w:tcW w:w="5016" w:type="dxa"/>
            <w:tcMar>
              <w:left w:w="0" w:type="dxa"/>
              <w:right w:w="0" w:type="dxa"/>
            </w:tcMar>
            <w:vAlign w:val="center"/>
          </w:tcPr>
          <w:p w14:paraId="3D532F43" w14:textId="77777777" w:rsidR="007A00D7" w:rsidRPr="00E2172A" w:rsidRDefault="007A00D7" w:rsidP="00E2172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E2172A">
              <w:rPr>
                <w:rFonts w:eastAsia="WmACMsUx+TimesNewRomanPSMT"/>
                <w:spacing w:val="2"/>
              </w:rPr>
              <w:t>C</w:t>
            </w:r>
            <w:r w:rsidRPr="00E2172A">
              <w:rPr>
                <w:rFonts w:eastAsia="WmACMsUx+TimesNewRomanPSMT"/>
              </w:rPr>
              <w:t>GAATT</w:t>
            </w:r>
            <w:r w:rsidRPr="00E2172A">
              <w:rPr>
                <w:rFonts w:eastAsia="WmACMsUx+TimesNewRomanPSMT"/>
                <w:spacing w:val="2"/>
              </w:rPr>
              <w:t>TG</w:t>
            </w:r>
            <w:r w:rsidRPr="00E2172A">
              <w:rPr>
                <w:rFonts w:eastAsia="WmACMsUx+TimesNewRomanPSMT"/>
              </w:rPr>
              <w:t>C</w:t>
            </w:r>
            <w:r w:rsidRPr="00E2172A">
              <w:rPr>
                <w:rFonts w:eastAsia="WmACMsUx+TimesNewRomanPSMT"/>
                <w:spacing w:val="2"/>
              </w:rPr>
              <w:t>GT</w:t>
            </w:r>
            <w:r w:rsidRPr="00E2172A">
              <w:rPr>
                <w:rFonts w:eastAsia="WmACMsUx+TimesNewRomanPSMT"/>
              </w:rPr>
              <w:t>GT</w:t>
            </w:r>
            <w:r w:rsidRPr="00E2172A">
              <w:rPr>
                <w:rFonts w:eastAsia="WmACMsUx+TimesNewRomanPSMT"/>
                <w:spacing w:val="2"/>
              </w:rPr>
              <w:t>C</w:t>
            </w:r>
            <w:r w:rsidRPr="00E2172A">
              <w:rPr>
                <w:rFonts w:eastAsia="WmACMsUx+TimesNewRomanPSMT"/>
              </w:rPr>
              <w:t>AT</w:t>
            </w:r>
            <w:r w:rsidRPr="00E2172A">
              <w:rPr>
                <w:rFonts w:eastAsia="WmACMsUx+TimesNewRomanPSMT"/>
                <w:spacing w:val="2"/>
              </w:rPr>
              <w:t>C</w:t>
            </w:r>
            <w:r w:rsidRPr="00E2172A">
              <w:rPr>
                <w:rFonts w:eastAsia="WmACMsUx+TimesNewRomanPSMT"/>
              </w:rPr>
              <w:t>CT</w:t>
            </w:r>
          </w:p>
        </w:tc>
      </w:tr>
    </w:tbl>
    <w:p w14:paraId="0629D71F" w14:textId="77777777" w:rsidR="00E2172A" w:rsidRDefault="00E2172A" w:rsidP="007A00D7">
      <w:pPr>
        <w:autoSpaceDE w:val="0"/>
        <w:autoSpaceDN w:val="0"/>
        <w:spacing w:line="14" w:lineRule="exact"/>
      </w:pPr>
    </w:p>
    <w:p w14:paraId="3785E07D" w14:textId="77777777" w:rsidR="00074D05" w:rsidRPr="000C53B9" w:rsidRDefault="00074D05" w:rsidP="00074D05">
      <w:pPr>
        <w:pStyle w:val="NormalWeb"/>
        <w:adjustRightInd w:val="0"/>
        <w:snapToGrid w:val="0"/>
        <w:spacing w:line="228" w:lineRule="auto"/>
      </w:pPr>
    </w:p>
    <w:sectPr w:rsidR="00074D05" w:rsidRPr="000C53B9" w:rsidSect="001E5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E9488" w14:textId="77777777" w:rsidR="00C41890" w:rsidRDefault="00C41890">
      <w:pPr>
        <w:spacing w:line="240" w:lineRule="auto"/>
      </w:pPr>
      <w:r>
        <w:separator/>
      </w:r>
    </w:p>
  </w:endnote>
  <w:endnote w:type="continuationSeparator" w:id="0">
    <w:p w14:paraId="2E46907F" w14:textId="77777777" w:rsidR="00C41890" w:rsidRDefault="00C418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6lf3Ks0+Arial">
    <w:altName w:val="微软雅黑"/>
    <w:charset w:val="00"/>
    <w:family w:val="auto"/>
    <w:pitch w:val="variable"/>
    <w:sig w:usb0="80000287" w:usb1="2ACF3C50" w:usb2="00000016" w:usb3="00000000" w:csb0="0004001F" w:csb1="00000000"/>
  </w:font>
  <w:font w:name="3pSWN7eG+ArialMT">
    <w:altName w:val="微软雅黑"/>
    <w:charset w:val="00"/>
    <w:family w:val="auto"/>
    <w:pitch w:val="variable"/>
    <w:sig w:usb0="80000287" w:usb1="2ACF3C50" w:usb2="00000016" w:usb3="00000000" w:csb0="0004001F" w:csb1="00000000"/>
  </w:font>
  <w:font w:name="gR9ktN65+TimesNewRomanPS">
    <w:altName w:val="微软雅黑"/>
    <w:charset w:val="00"/>
    <w:family w:val="auto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mACMsUx+TimesNewRomanPSMT">
    <w:altName w:val="微软雅黑"/>
    <w:charset w:val="00"/>
    <w:family w:val="auto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DE80" w14:textId="77777777" w:rsidR="00351C57" w:rsidRDefault="00351C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339CB" w14:textId="77777777" w:rsidR="00351C57" w:rsidRDefault="00351C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8456A" w14:textId="77777777" w:rsidR="00C34E4B" w:rsidRPr="00375B4C" w:rsidRDefault="00C34E4B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297750F1" w14:textId="77777777" w:rsidTr="00351C57">
      <w:trPr>
        <w:trHeight w:hRule="exact" w:val="595"/>
        <w:jc w:val="center"/>
      </w:trPr>
      <w:tc>
        <w:tcPr>
          <w:tcW w:w="1594" w:type="dxa"/>
          <w:vAlign w:val="center"/>
        </w:tcPr>
        <w:p w14:paraId="4AABE300" w14:textId="77777777" w:rsidR="00C34E4B" w:rsidRPr="00375B4C" w:rsidRDefault="00C34E4B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26630787" wp14:editId="40249458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tcMar>
            <w:left w:w="57" w:type="dxa"/>
          </w:tcMar>
          <w:vAlign w:val="center"/>
        </w:tcPr>
        <w:p w14:paraId="3F305BA1" w14:textId="77777777" w:rsidR="00C34E4B" w:rsidRPr="006564E2" w:rsidRDefault="00C34E4B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 w:rsidR="00470E81"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3D380728" w14:textId="77777777" w:rsidR="00C34E4B" w:rsidRPr="00375B4C" w:rsidRDefault="00C34E4B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6168E4FF" w14:textId="77777777" w:rsidR="00776E78" w:rsidRDefault="00776E78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44EF6" w14:textId="77777777" w:rsidR="00C41890" w:rsidRDefault="00C41890">
      <w:pPr>
        <w:spacing w:line="240" w:lineRule="auto"/>
      </w:pPr>
      <w:r>
        <w:separator/>
      </w:r>
    </w:p>
  </w:footnote>
  <w:footnote w:type="continuationSeparator" w:id="0">
    <w:p w14:paraId="5B17AFA8" w14:textId="77777777" w:rsidR="00C41890" w:rsidRDefault="00C418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196DA" w14:textId="77777777" w:rsidR="00724867" w:rsidRPr="00724867" w:rsidRDefault="00724867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r w:rsidR="00470E81">
      <w:t>Oncol Res</w:t>
    </w:r>
    <w:r>
      <w:t>.</w:t>
    </w:r>
    <w:r w:rsidRPr="00900A21">
      <w:t xml:space="preserve"> 202</w:t>
    </w:r>
    <w:r w:rsidR="001951FB"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volume(</w:t>
    </w:r>
    <w:r>
      <w:t>issue)</w:t>
    </w:r>
  </w:p>
  <w:p w14:paraId="6B650E92" w14:textId="77777777" w:rsidR="0004400E" w:rsidRDefault="0004400E" w:rsidP="00724867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7270D" w14:textId="77777777" w:rsidR="007F1339" w:rsidRDefault="00470E81" w:rsidP="00673B6B">
    <w:pPr>
      <w:pStyle w:val="TSPheader"/>
    </w:pPr>
    <w:r>
      <w:t>Oncol Res</w:t>
    </w:r>
    <w:r w:rsidR="00724867">
      <w:t>.</w:t>
    </w:r>
    <w:r w:rsidR="00724867" w:rsidRPr="00900A21">
      <w:t xml:space="preserve"> 202</w:t>
    </w:r>
    <w:r w:rsidR="001951FB">
      <w:rPr>
        <w:rFonts w:eastAsiaTheme="minorEastAsia" w:hint="eastAsia"/>
        <w:lang w:eastAsia="zh-CN"/>
      </w:rPr>
      <w:t>5</w:t>
    </w:r>
    <w:r w:rsidR="00724867">
      <w:t>;</w:t>
    </w:r>
    <w:r w:rsidR="00724867">
      <w:rPr>
        <w:rFonts w:hint="eastAsia"/>
      </w:rPr>
      <w:t>volume(</w:t>
    </w:r>
    <w:r w:rsidR="00724867">
      <w:t>issue)</w:t>
    </w:r>
    <w:r w:rsidR="00724867">
      <w:ptab w:relativeTo="margin" w:alignment="right" w:leader="none"/>
    </w:r>
    <w:r w:rsidR="00724867" w:rsidRPr="00661AA8">
      <w:fldChar w:fldCharType="begin"/>
    </w:r>
    <w:r w:rsidR="00724867" w:rsidRPr="00661AA8">
      <w:instrText xml:space="preserve"> PAGE   \* MERGEFORMAT </w:instrText>
    </w:r>
    <w:r w:rsidR="00724867" w:rsidRPr="00661AA8">
      <w:fldChar w:fldCharType="separate"/>
    </w:r>
    <w:r w:rsidR="00724867">
      <w:t>3</w:t>
    </w:r>
    <w:r w:rsidR="00724867" w:rsidRPr="00661AA8">
      <w:fldChar w:fldCharType="end"/>
    </w:r>
  </w:p>
  <w:p w14:paraId="3021DBC4" w14:textId="77777777" w:rsidR="007F1339" w:rsidRPr="00661AA8" w:rsidRDefault="007F1339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70"/>
      <w:gridCol w:w="2762"/>
      <w:gridCol w:w="3229"/>
    </w:tblGrid>
    <w:tr w:rsidR="00776E78" w14:paraId="4BBD6169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69E9026F" w14:textId="77777777" w:rsidR="00776E78" w:rsidRDefault="00470E81" w:rsidP="00C34E4B">
          <w:pPr>
            <w:pStyle w:val="TSPheaderjournallogo"/>
          </w:pPr>
          <w:r>
            <w:rPr>
              <w:noProof/>
            </w:rPr>
            <w:drawing>
              <wp:inline distT="0" distB="0" distL="0" distR="0" wp14:anchorId="5AF49A88" wp14:editId="74D92DEB">
                <wp:extent cx="1673741" cy="412393"/>
                <wp:effectExtent l="0" t="0" r="0" b="6985"/>
                <wp:docPr id="166005451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60054510" name="图片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7" r="171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741" cy="41239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2B0F4DC4" w14:textId="77777777" w:rsidR="00776E78" w:rsidRDefault="00776E78" w:rsidP="00776E78">
          <w:pPr>
            <w:jc w:val="center"/>
          </w:pPr>
        </w:p>
      </w:tc>
      <w:tc>
        <w:tcPr>
          <w:tcW w:w="3591" w:type="dxa"/>
          <w:vAlign w:val="center"/>
        </w:tcPr>
        <w:p w14:paraId="05273232" w14:textId="77777777" w:rsidR="00776E78" w:rsidRDefault="00776E78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4AC37A65" wp14:editId="483B4F6E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B4ECA4B" w14:textId="77777777" w:rsidR="00776E78" w:rsidRPr="00776E78" w:rsidRDefault="00776E78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0489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0FF0D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9F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065858"/>
    <w:multiLevelType w:val="hybridMultilevel"/>
    <w:tmpl w:val="4B0C72EA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A037C"/>
    <w:multiLevelType w:val="hybridMultilevel"/>
    <w:tmpl w:val="2F484F9A"/>
    <w:lvl w:ilvl="0" w:tplc="B77A7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58227C">
      <w:start w:val="1"/>
      <w:numFmt w:val="upperLetter"/>
      <w:lvlText w:val="%2."/>
      <w:lvlJc w:val="left"/>
      <w:pPr>
        <w:ind w:left="800" w:hanging="360"/>
      </w:pPr>
      <w:rPr>
        <w:rFonts w:eastAsia="宋体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FD2432"/>
    <w:multiLevelType w:val="hybridMultilevel"/>
    <w:tmpl w:val="3856C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468F5"/>
    <w:multiLevelType w:val="hybridMultilevel"/>
    <w:tmpl w:val="1444E57C"/>
    <w:lvl w:ilvl="0" w:tplc="E0F83332">
      <w:start w:val="1"/>
      <w:numFmt w:val="bullet"/>
      <w:pStyle w:val="TSP38bullet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85B"/>
    <w:multiLevelType w:val="hybridMultilevel"/>
    <w:tmpl w:val="E24CF9CA"/>
    <w:lvl w:ilvl="0" w:tplc="554EEDA0">
      <w:start w:val="1"/>
      <w:numFmt w:val="decimal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519"/>
    <w:multiLevelType w:val="hybridMultilevel"/>
    <w:tmpl w:val="F86602B4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24D96086"/>
    <w:multiLevelType w:val="hybridMultilevel"/>
    <w:tmpl w:val="5CA6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7" w15:restartNumberingAfterBreak="0">
    <w:nsid w:val="59F251C5"/>
    <w:multiLevelType w:val="hybridMultilevel"/>
    <w:tmpl w:val="E2ACA3DC"/>
    <w:lvl w:ilvl="0" w:tplc="F574F898">
      <w:start w:val="1"/>
      <w:numFmt w:val="lowerLetter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5D206535"/>
    <w:multiLevelType w:val="hybridMultilevel"/>
    <w:tmpl w:val="CBC275A6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01B78"/>
    <w:multiLevelType w:val="hybridMultilevel"/>
    <w:tmpl w:val="E5348BD8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50A46"/>
    <w:multiLevelType w:val="hybridMultilevel"/>
    <w:tmpl w:val="C046ED72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2E46"/>
    <w:multiLevelType w:val="hybridMultilevel"/>
    <w:tmpl w:val="296C9BDE"/>
    <w:lvl w:ilvl="0" w:tplc="8BAAA442">
      <w:start w:val="1"/>
      <w:numFmt w:val="decimal"/>
      <w:pStyle w:val="TSP71References"/>
      <w:lvlText w:val="%1."/>
      <w:lvlJc w:val="left"/>
      <w:pPr>
        <w:ind w:left="425" w:hanging="425"/>
      </w:pPr>
      <w:rPr>
        <w:rFonts w:hint="eastAsia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11A3B"/>
    <w:multiLevelType w:val="hybridMultilevel"/>
    <w:tmpl w:val="A4409BEA"/>
    <w:lvl w:ilvl="0" w:tplc="4B64BD3E">
      <w:start w:val="1"/>
      <w:numFmt w:val="decimal"/>
      <w:pStyle w:val="TSP37itemize"/>
      <w:lvlText w:val="%1."/>
      <w:lvlJc w:val="left"/>
      <w:pPr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691952215">
    <w:abstractNumId w:val="12"/>
  </w:num>
  <w:num w:numId="2" w16cid:durableId="1652440911">
    <w:abstractNumId w:val="14"/>
  </w:num>
  <w:num w:numId="3" w16cid:durableId="1187479263">
    <w:abstractNumId w:val="11"/>
  </w:num>
  <w:num w:numId="4" w16cid:durableId="1549760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28829">
    <w:abstractNumId w:val="13"/>
  </w:num>
  <w:num w:numId="6" w16cid:durableId="1154181074">
    <w:abstractNumId w:val="16"/>
  </w:num>
  <w:num w:numId="7" w16cid:durableId="65033990">
    <w:abstractNumId w:val="9"/>
  </w:num>
  <w:num w:numId="8" w16cid:durableId="2140877248">
    <w:abstractNumId w:val="16"/>
  </w:num>
  <w:num w:numId="9" w16cid:durableId="20672592">
    <w:abstractNumId w:val="9"/>
  </w:num>
  <w:num w:numId="10" w16cid:durableId="2139564162">
    <w:abstractNumId w:val="16"/>
  </w:num>
  <w:num w:numId="11" w16cid:durableId="1012947991">
    <w:abstractNumId w:val="9"/>
  </w:num>
  <w:num w:numId="12" w16cid:durableId="1037122919">
    <w:abstractNumId w:val="22"/>
  </w:num>
  <w:num w:numId="13" w16cid:durableId="2121799575">
    <w:abstractNumId w:val="16"/>
  </w:num>
  <w:num w:numId="14" w16cid:durableId="1339308804">
    <w:abstractNumId w:val="9"/>
  </w:num>
  <w:num w:numId="15" w16cid:durableId="52080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967528">
    <w:abstractNumId w:val="9"/>
  </w:num>
  <w:num w:numId="17" w16cid:durableId="74330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6720847">
    <w:abstractNumId w:val="6"/>
  </w:num>
  <w:num w:numId="19" w16cid:durableId="388119203">
    <w:abstractNumId w:val="15"/>
  </w:num>
  <w:num w:numId="20" w16cid:durableId="1764299600">
    <w:abstractNumId w:val="6"/>
  </w:num>
  <w:num w:numId="21" w16cid:durableId="961232939">
    <w:abstractNumId w:val="16"/>
  </w:num>
  <w:num w:numId="22" w16cid:durableId="1276476985">
    <w:abstractNumId w:val="9"/>
  </w:num>
  <w:num w:numId="23" w16cid:durableId="409735920">
    <w:abstractNumId w:val="6"/>
  </w:num>
  <w:num w:numId="24" w16cid:durableId="112406696">
    <w:abstractNumId w:val="7"/>
  </w:num>
  <w:num w:numId="25" w16cid:durableId="1404640498">
    <w:abstractNumId w:val="23"/>
  </w:num>
  <w:num w:numId="26" w16cid:durableId="168302275">
    <w:abstractNumId w:val="21"/>
  </w:num>
  <w:num w:numId="27" w16cid:durableId="857045198">
    <w:abstractNumId w:val="23"/>
  </w:num>
  <w:num w:numId="28" w16cid:durableId="2036497455">
    <w:abstractNumId w:val="6"/>
  </w:num>
  <w:num w:numId="29" w16cid:durableId="491918806">
    <w:abstractNumId w:val="7"/>
  </w:num>
  <w:num w:numId="30" w16cid:durableId="1943103568">
    <w:abstractNumId w:val="21"/>
  </w:num>
  <w:num w:numId="31" w16cid:durableId="1364674198">
    <w:abstractNumId w:val="1"/>
  </w:num>
  <w:num w:numId="32" w16cid:durableId="1314263126">
    <w:abstractNumId w:val="2"/>
  </w:num>
  <w:num w:numId="33" w16cid:durableId="133302434">
    <w:abstractNumId w:val="0"/>
  </w:num>
  <w:num w:numId="34" w16cid:durableId="1802306758">
    <w:abstractNumId w:val="4"/>
  </w:num>
  <w:num w:numId="35" w16cid:durableId="1333025447">
    <w:abstractNumId w:val="17"/>
  </w:num>
  <w:num w:numId="36" w16cid:durableId="570117604">
    <w:abstractNumId w:val="10"/>
  </w:num>
  <w:num w:numId="37" w16cid:durableId="1626737122">
    <w:abstractNumId w:val="5"/>
  </w:num>
  <w:num w:numId="38" w16cid:durableId="1263994072">
    <w:abstractNumId w:val="18"/>
  </w:num>
  <w:num w:numId="39" w16cid:durableId="1753820995">
    <w:abstractNumId w:val="20"/>
  </w:num>
  <w:num w:numId="40" w16cid:durableId="1230533176">
    <w:abstractNumId w:val="3"/>
  </w:num>
  <w:num w:numId="41" w16cid:durableId="2051149852">
    <w:abstractNumId w:val="8"/>
  </w:num>
  <w:num w:numId="42" w16cid:durableId="339164728">
    <w:abstractNumId w:val="19"/>
  </w:num>
  <w:num w:numId="43" w16cid:durableId="1765688548">
    <w:abstractNumId w:val="23"/>
    <w:lvlOverride w:ilvl="0">
      <w:startOverride w:val="1"/>
    </w:lvlOverride>
  </w:num>
  <w:num w:numId="44" w16cid:durableId="367146899">
    <w:abstractNumId w:val="23"/>
    <w:lvlOverride w:ilvl="0">
      <w:startOverride w:val="1"/>
    </w:lvlOverride>
  </w:num>
  <w:num w:numId="45" w16cid:durableId="1150903701">
    <w:abstractNumId w:val="23"/>
  </w:num>
  <w:num w:numId="46" w16cid:durableId="1118377619">
    <w:abstractNumId w:val="6"/>
  </w:num>
  <w:num w:numId="47" w16cid:durableId="899558215">
    <w:abstractNumId w:val="7"/>
  </w:num>
  <w:num w:numId="48" w16cid:durableId="2071998105">
    <w:abstractNumId w:val="21"/>
  </w:num>
  <w:num w:numId="49" w16cid:durableId="20221182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evenAndOddHeaders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D7"/>
    <w:rsid w:val="0001431F"/>
    <w:rsid w:val="000348D8"/>
    <w:rsid w:val="00035FC3"/>
    <w:rsid w:val="00042AF8"/>
    <w:rsid w:val="0004400E"/>
    <w:rsid w:val="00044BC6"/>
    <w:rsid w:val="00044C0A"/>
    <w:rsid w:val="0004721A"/>
    <w:rsid w:val="00053EBF"/>
    <w:rsid w:val="00066035"/>
    <w:rsid w:val="00070F2A"/>
    <w:rsid w:val="00074D05"/>
    <w:rsid w:val="0009213F"/>
    <w:rsid w:val="000A0F93"/>
    <w:rsid w:val="000B1F19"/>
    <w:rsid w:val="000B4A02"/>
    <w:rsid w:val="000B5171"/>
    <w:rsid w:val="000B74CE"/>
    <w:rsid w:val="000C151B"/>
    <w:rsid w:val="000C2465"/>
    <w:rsid w:val="000C504E"/>
    <w:rsid w:val="000C53B9"/>
    <w:rsid w:val="000C6EE5"/>
    <w:rsid w:val="000D1C00"/>
    <w:rsid w:val="000F74CC"/>
    <w:rsid w:val="00120C0D"/>
    <w:rsid w:val="00123A57"/>
    <w:rsid w:val="001266E5"/>
    <w:rsid w:val="00127184"/>
    <w:rsid w:val="00144467"/>
    <w:rsid w:val="0016006D"/>
    <w:rsid w:val="00167105"/>
    <w:rsid w:val="001933FC"/>
    <w:rsid w:val="001951FB"/>
    <w:rsid w:val="001A0192"/>
    <w:rsid w:val="001A1E76"/>
    <w:rsid w:val="001C75BF"/>
    <w:rsid w:val="001D349C"/>
    <w:rsid w:val="001D4D23"/>
    <w:rsid w:val="001E2AEB"/>
    <w:rsid w:val="001E4A07"/>
    <w:rsid w:val="001E5DEB"/>
    <w:rsid w:val="0020081E"/>
    <w:rsid w:val="00206E80"/>
    <w:rsid w:val="00211F69"/>
    <w:rsid w:val="0021217E"/>
    <w:rsid w:val="002223FC"/>
    <w:rsid w:val="00222904"/>
    <w:rsid w:val="00240486"/>
    <w:rsid w:val="002432B5"/>
    <w:rsid w:val="002915FF"/>
    <w:rsid w:val="002946D9"/>
    <w:rsid w:val="002D16DE"/>
    <w:rsid w:val="002E255F"/>
    <w:rsid w:val="002F4A79"/>
    <w:rsid w:val="003040E0"/>
    <w:rsid w:val="00324292"/>
    <w:rsid w:val="00326141"/>
    <w:rsid w:val="00330316"/>
    <w:rsid w:val="00331431"/>
    <w:rsid w:val="00351C57"/>
    <w:rsid w:val="003539E4"/>
    <w:rsid w:val="00357E10"/>
    <w:rsid w:val="00364C29"/>
    <w:rsid w:val="00370EC8"/>
    <w:rsid w:val="003740CE"/>
    <w:rsid w:val="0037766B"/>
    <w:rsid w:val="00377F4F"/>
    <w:rsid w:val="003817A5"/>
    <w:rsid w:val="0038794D"/>
    <w:rsid w:val="00397AC9"/>
    <w:rsid w:val="003A15E9"/>
    <w:rsid w:val="003A791E"/>
    <w:rsid w:val="003B7C96"/>
    <w:rsid w:val="003C241C"/>
    <w:rsid w:val="003D3232"/>
    <w:rsid w:val="003D7079"/>
    <w:rsid w:val="003E012D"/>
    <w:rsid w:val="003F0E95"/>
    <w:rsid w:val="003F1497"/>
    <w:rsid w:val="003F49FF"/>
    <w:rsid w:val="00401D30"/>
    <w:rsid w:val="0041581F"/>
    <w:rsid w:val="004205E5"/>
    <w:rsid w:val="0042484A"/>
    <w:rsid w:val="00425800"/>
    <w:rsid w:val="00425DAF"/>
    <w:rsid w:val="00430F98"/>
    <w:rsid w:val="004340C2"/>
    <w:rsid w:val="00443AAF"/>
    <w:rsid w:val="004504C9"/>
    <w:rsid w:val="004505CF"/>
    <w:rsid w:val="004669B4"/>
    <w:rsid w:val="0046725B"/>
    <w:rsid w:val="00470E81"/>
    <w:rsid w:val="00471F5A"/>
    <w:rsid w:val="00475043"/>
    <w:rsid w:val="004A046F"/>
    <w:rsid w:val="004A346F"/>
    <w:rsid w:val="004D3B65"/>
    <w:rsid w:val="00501D0F"/>
    <w:rsid w:val="00506BC0"/>
    <w:rsid w:val="0051540B"/>
    <w:rsid w:val="0053256F"/>
    <w:rsid w:val="005332CC"/>
    <w:rsid w:val="00536003"/>
    <w:rsid w:val="005429B5"/>
    <w:rsid w:val="00557B4B"/>
    <w:rsid w:val="00562123"/>
    <w:rsid w:val="005664C6"/>
    <w:rsid w:val="005A6A67"/>
    <w:rsid w:val="005B6005"/>
    <w:rsid w:val="005B7792"/>
    <w:rsid w:val="005C5DE8"/>
    <w:rsid w:val="005E4314"/>
    <w:rsid w:val="00605718"/>
    <w:rsid w:val="00606DEF"/>
    <w:rsid w:val="006205C4"/>
    <w:rsid w:val="00640712"/>
    <w:rsid w:val="00644710"/>
    <w:rsid w:val="00645D18"/>
    <w:rsid w:val="00646BFC"/>
    <w:rsid w:val="00653AA5"/>
    <w:rsid w:val="0065560B"/>
    <w:rsid w:val="00666C02"/>
    <w:rsid w:val="00673B6B"/>
    <w:rsid w:val="0068381A"/>
    <w:rsid w:val="00686D0C"/>
    <w:rsid w:val="00691777"/>
    <w:rsid w:val="00692393"/>
    <w:rsid w:val="006929BA"/>
    <w:rsid w:val="006A74F9"/>
    <w:rsid w:val="006C6DB8"/>
    <w:rsid w:val="006D7D99"/>
    <w:rsid w:val="006D7E7C"/>
    <w:rsid w:val="006E1066"/>
    <w:rsid w:val="006E5501"/>
    <w:rsid w:val="006E63FE"/>
    <w:rsid w:val="006F7353"/>
    <w:rsid w:val="006F797D"/>
    <w:rsid w:val="0071323C"/>
    <w:rsid w:val="00722347"/>
    <w:rsid w:val="00724867"/>
    <w:rsid w:val="00744F06"/>
    <w:rsid w:val="00745CCF"/>
    <w:rsid w:val="007471D3"/>
    <w:rsid w:val="00750361"/>
    <w:rsid w:val="00751033"/>
    <w:rsid w:val="00762525"/>
    <w:rsid w:val="007648D8"/>
    <w:rsid w:val="00776E78"/>
    <w:rsid w:val="00792DC7"/>
    <w:rsid w:val="00797AB1"/>
    <w:rsid w:val="007A00D7"/>
    <w:rsid w:val="007C021F"/>
    <w:rsid w:val="007D0ABE"/>
    <w:rsid w:val="007D3EBF"/>
    <w:rsid w:val="007F1339"/>
    <w:rsid w:val="00804595"/>
    <w:rsid w:val="008145DC"/>
    <w:rsid w:val="00814FF4"/>
    <w:rsid w:val="00815D1E"/>
    <w:rsid w:val="0082500C"/>
    <w:rsid w:val="008371A9"/>
    <w:rsid w:val="00843AAF"/>
    <w:rsid w:val="008474ED"/>
    <w:rsid w:val="00862B31"/>
    <w:rsid w:val="008669FB"/>
    <w:rsid w:val="00886B14"/>
    <w:rsid w:val="00890641"/>
    <w:rsid w:val="008A3D4D"/>
    <w:rsid w:val="008B6A2E"/>
    <w:rsid w:val="008C1897"/>
    <w:rsid w:val="008D30DC"/>
    <w:rsid w:val="008D62D4"/>
    <w:rsid w:val="008D69AF"/>
    <w:rsid w:val="008F2594"/>
    <w:rsid w:val="008F72AB"/>
    <w:rsid w:val="00911F22"/>
    <w:rsid w:val="009161FF"/>
    <w:rsid w:val="00922395"/>
    <w:rsid w:val="00951142"/>
    <w:rsid w:val="00993114"/>
    <w:rsid w:val="00993C64"/>
    <w:rsid w:val="009A60BE"/>
    <w:rsid w:val="009A7262"/>
    <w:rsid w:val="009B54F4"/>
    <w:rsid w:val="009B551E"/>
    <w:rsid w:val="009C1F04"/>
    <w:rsid w:val="009D6A8B"/>
    <w:rsid w:val="009F5C65"/>
    <w:rsid w:val="009F70E6"/>
    <w:rsid w:val="00A15FF4"/>
    <w:rsid w:val="00A1712D"/>
    <w:rsid w:val="00A24869"/>
    <w:rsid w:val="00A5062B"/>
    <w:rsid w:val="00A563F4"/>
    <w:rsid w:val="00A56FF8"/>
    <w:rsid w:val="00A62565"/>
    <w:rsid w:val="00A63B49"/>
    <w:rsid w:val="00A65FB0"/>
    <w:rsid w:val="00A70C73"/>
    <w:rsid w:val="00A8104C"/>
    <w:rsid w:val="00A8158B"/>
    <w:rsid w:val="00A852BC"/>
    <w:rsid w:val="00AA03F5"/>
    <w:rsid w:val="00AA1BD0"/>
    <w:rsid w:val="00AB5AEE"/>
    <w:rsid w:val="00AC0491"/>
    <w:rsid w:val="00AD3F77"/>
    <w:rsid w:val="00AD4C85"/>
    <w:rsid w:val="00AD7138"/>
    <w:rsid w:val="00AD7B01"/>
    <w:rsid w:val="00AF78DE"/>
    <w:rsid w:val="00B05206"/>
    <w:rsid w:val="00B06860"/>
    <w:rsid w:val="00B22E26"/>
    <w:rsid w:val="00B325A5"/>
    <w:rsid w:val="00B37458"/>
    <w:rsid w:val="00B377C4"/>
    <w:rsid w:val="00B46F24"/>
    <w:rsid w:val="00B47634"/>
    <w:rsid w:val="00B60928"/>
    <w:rsid w:val="00B622F2"/>
    <w:rsid w:val="00B71516"/>
    <w:rsid w:val="00B718C5"/>
    <w:rsid w:val="00B72696"/>
    <w:rsid w:val="00B75C9A"/>
    <w:rsid w:val="00B93109"/>
    <w:rsid w:val="00B94D10"/>
    <w:rsid w:val="00BA586B"/>
    <w:rsid w:val="00BC74C5"/>
    <w:rsid w:val="00BD0D11"/>
    <w:rsid w:val="00BE2474"/>
    <w:rsid w:val="00BF28B4"/>
    <w:rsid w:val="00C03FCF"/>
    <w:rsid w:val="00C16DD7"/>
    <w:rsid w:val="00C2375A"/>
    <w:rsid w:val="00C34E4B"/>
    <w:rsid w:val="00C41890"/>
    <w:rsid w:val="00C818EC"/>
    <w:rsid w:val="00C86F84"/>
    <w:rsid w:val="00CC7AAB"/>
    <w:rsid w:val="00CD54D3"/>
    <w:rsid w:val="00CE4114"/>
    <w:rsid w:val="00CE4479"/>
    <w:rsid w:val="00D15FD7"/>
    <w:rsid w:val="00D20D10"/>
    <w:rsid w:val="00D328A0"/>
    <w:rsid w:val="00D5407A"/>
    <w:rsid w:val="00D86142"/>
    <w:rsid w:val="00DA071E"/>
    <w:rsid w:val="00DA6AE2"/>
    <w:rsid w:val="00DA7729"/>
    <w:rsid w:val="00DD70E7"/>
    <w:rsid w:val="00DE07DE"/>
    <w:rsid w:val="00DE174C"/>
    <w:rsid w:val="00DE228F"/>
    <w:rsid w:val="00E03F44"/>
    <w:rsid w:val="00E14912"/>
    <w:rsid w:val="00E17581"/>
    <w:rsid w:val="00E20009"/>
    <w:rsid w:val="00E2172A"/>
    <w:rsid w:val="00E257FA"/>
    <w:rsid w:val="00E26A84"/>
    <w:rsid w:val="00E445B7"/>
    <w:rsid w:val="00E52E54"/>
    <w:rsid w:val="00E53385"/>
    <w:rsid w:val="00E55A20"/>
    <w:rsid w:val="00E81963"/>
    <w:rsid w:val="00E82717"/>
    <w:rsid w:val="00E82DCF"/>
    <w:rsid w:val="00E8311E"/>
    <w:rsid w:val="00E972A4"/>
    <w:rsid w:val="00EA591D"/>
    <w:rsid w:val="00EA6902"/>
    <w:rsid w:val="00EA77C5"/>
    <w:rsid w:val="00EC23EC"/>
    <w:rsid w:val="00ED2E2A"/>
    <w:rsid w:val="00ED4753"/>
    <w:rsid w:val="00EE3F08"/>
    <w:rsid w:val="00F05B9C"/>
    <w:rsid w:val="00F1193E"/>
    <w:rsid w:val="00F1450C"/>
    <w:rsid w:val="00F14FB5"/>
    <w:rsid w:val="00F20DEE"/>
    <w:rsid w:val="00F42807"/>
    <w:rsid w:val="00F54E21"/>
    <w:rsid w:val="00F57FA0"/>
    <w:rsid w:val="00F654F2"/>
    <w:rsid w:val="00F8065D"/>
    <w:rsid w:val="00F879E4"/>
    <w:rsid w:val="00F91974"/>
    <w:rsid w:val="00F91C19"/>
    <w:rsid w:val="00FC3455"/>
    <w:rsid w:val="00FC39AC"/>
    <w:rsid w:val="00FC7435"/>
    <w:rsid w:val="00FD698E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65BC6B0"/>
  <w15:chartTrackingRefBased/>
  <w15:docId w15:val="{9475E991-F3F4-4B37-AE98-EE5985F4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316"/>
    <w:pPr>
      <w:spacing w:line="260" w:lineRule="atLeast"/>
      <w:jc w:val="both"/>
    </w:pPr>
    <w:rPr>
      <w:rFonts w:ascii="Minion Pro" w:hAnsi="Minion Pro"/>
      <w:noProof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1E5DEB"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1E5DEB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1E5DEB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rsid w:val="001E5DEB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1E5DEB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1E5DEB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rsid w:val="001E5DEB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1E5DE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paragraph" w:styleId="Footer">
    <w:name w:val="footer"/>
    <w:basedOn w:val="Normal"/>
    <w:link w:val="FooterChar"/>
    <w:uiPriority w:val="99"/>
    <w:qFormat/>
    <w:rsid w:val="00C34E4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character" w:customStyle="1" w:styleId="FooterChar">
    <w:name w:val="Footer Char"/>
    <w:link w:val="Footer"/>
    <w:uiPriority w:val="99"/>
    <w:qFormat/>
    <w:rsid w:val="00C34E4B"/>
    <w:rPr>
      <w:rFonts w:ascii="Minion Pro" w:hAnsi="Minion Pro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397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397AC9"/>
    <w:rPr>
      <w:rFonts w:ascii="Minion Pro" w:hAnsi="Minion Pro"/>
      <w:noProof/>
      <w:color w:val="000000"/>
      <w:szCs w:val="18"/>
    </w:rPr>
  </w:style>
  <w:style w:type="paragraph" w:customStyle="1" w:styleId="TSP18keywords">
    <w:name w:val="TSP_1.8_keywords"/>
    <w:next w:val="Normal"/>
    <w:qFormat/>
    <w:rsid w:val="001E5DEB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rsid w:val="001E5DEB"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rsid w:val="001E5DEB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rsid w:val="001E5DEB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rsid w:val="001E5DEB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noProof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rsid w:val="001E5DEB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rsid w:val="001E5DEB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1E5DEB"/>
    <w:pPr>
      <w:ind w:firstLine="0"/>
    </w:pPr>
  </w:style>
  <w:style w:type="paragraph" w:customStyle="1" w:styleId="TSP33textspaceafter">
    <w:name w:val="TSP_3.3_text_space_after"/>
    <w:qFormat/>
    <w:rsid w:val="001E5DEB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rsid w:val="001E5DEB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rsid w:val="001E5DEB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rsid w:val="001E5DEB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rsid w:val="001E5DEB"/>
    <w:pPr>
      <w:numPr>
        <w:numId w:val="45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rsid w:val="001E5DEB"/>
    <w:pPr>
      <w:numPr>
        <w:numId w:val="46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rsid w:val="001E5DEB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rsid w:val="001E5DEB"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rsid w:val="001E5DEB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szCs w:val="22"/>
      <w:lang w:bidi="en-US"/>
    </w:rPr>
  </w:style>
  <w:style w:type="paragraph" w:customStyle="1" w:styleId="TSP41tablecaption">
    <w:name w:val="TSP_4.1_table_caption"/>
    <w:qFormat/>
    <w:rsid w:val="001E5DEB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rsid w:val="001E5DEB"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rsid w:val="001E5DEB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rsid w:val="001E5DEB"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noProof/>
      <w:color w:val="000000"/>
      <w:lang w:bidi="en-US"/>
    </w:rPr>
  </w:style>
  <w:style w:type="paragraph" w:customStyle="1" w:styleId="TSP51figurecaption">
    <w:name w:val="TSP_5.1_figure_caption"/>
    <w:qFormat/>
    <w:rsid w:val="001E5DEB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rsid w:val="001E5DEB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397AC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397AC9"/>
    <w:rPr>
      <w:rFonts w:ascii="Minion Pro" w:hAnsi="Minion Pro" w:cs="Tahoma"/>
      <w:noProof/>
      <w:color w:val="000000"/>
      <w:szCs w:val="18"/>
    </w:rPr>
  </w:style>
  <w:style w:type="character" w:styleId="LineNumber">
    <w:name w:val="line number"/>
    <w:uiPriority w:val="99"/>
    <w:rsid w:val="00397AC9"/>
    <w:rPr>
      <w:rFonts w:ascii="Minion Pro" w:hAnsi="Minion Pro"/>
      <w:sz w:val="16"/>
    </w:rPr>
  </w:style>
  <w:style w:type="paragraph" w:customStyle="1" w:styleId="TSP61Citation">
    <w:name w:val="TSP_6.1_Citation"/>
    <w:qFormat/>
    <w:rsid w:val="001E5DEB"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styleId="Hyperlink">
    <w:name w:val="Hyperlink"/>
    <w:uiPriority w:val="99"/>
    <w:rsid w:val="00397AC9"/>
    <w:rPr>
      <w:color w:val="2F5496" w:themeColor="accent1" w:themeShade="BF"/>
      <w:u w:val="single"/>
    </w:rPr>
  </w:style>
  <w:style w:type="character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397AC9"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rsid w:val="001E5DEB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rsid w:val="001E5DEB"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rsid w:val="001E5DEB"/>
    <w:pPr>
      <w:numPr>
        <w:numId w:val="49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noProof/>
      <w:color w:val="000000"/>
      <w:sz w:val="18"/>
    </w:rPr>
  </w:style>
  <w:style w:type="paragraph" w:customStyle="1" w:styleId="TSP71References">
    <w:name w:val="TSP_7.1_References"/>
    <w:qFormat/>
    <w:rsid w:val="001E5DEB"/>
    <w:pPr>
      <w:numPr>
        <w:numId w:val="48"/>
      </w:numPr>
      <w:adjustRightInd w:val="0"/>
      <w:snapToGrid w:val="0"/>
      <w:spacing w:line="228" w:lineRule="auto"/>
      <w:jc w:val="both"/>
    </w:pPr>
    <w:rPr>
      <w:rFonts w:ascii="Minion Pro" w:eastAsia="等线" w:hAnsi="Minion Pro"/>
      <w:color w:val="000000"/>
      <w:lang w:eastAsia="de-DE" w:bidi="en-US"/>
    </w:rPr>
  </w:style>
  <w:style w:type="paragraph" w:customStyle="1" w:styleId="TSP72Copyright">
    <w:name w:val="TSP_7.2_Copyright"/>
    <w:qFormat/>
    <w:rsid w:val="001E5DEB"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noProof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rsid w:val="001E5DEB"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rsid w:val="001E5DE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rsid w:val="001E5DE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rsid w:val="001E5DEB"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rsid w:val="001E5DEB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rsid w:val="001E5DEB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rsid w:val="001E5DEB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rsid w:val="001E5DEB"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rsid w:val="001E5DEB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rsid w:val="001E5DEB"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rsid w:val="001E5DEB"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noProof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rsid w:val="001E5DEB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phy">
    <w:name w:val="Bibliography"/>
    <w:basedOn w:val="Normal"/>
    <w:next w:val="Normal"/>
    <w:uiPriority w:val="37"/>
    <w:semiHidden/>
    <w:unhideWhenUsed/>
    <w:rsid w:val="00EA6902"/>
  </w:style>
  <w:style w:type="paragraph" w:styleId="BodyText">
    <w:name w:val="Body Text"/>
    <w:link w:val="BodyTextChar"/>
    <w:rsid w:val="00397AC9"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397AC9"/>
    <w:rPr>
      <w:rFonts w:ascii="Minion Pro" w:hAnsi="Minion Pro"/>
      <w:color w:val="000000"/>
      <w:sz w:val="24"/>
      <w:lang w:eastAsia="de-DE"/>
    </w:rPr>
  </w:style>
  <w:style w:type="character" w:styleId="CommentReference">
    <w:name w:val="annotation reference"/>
    <w:rsid w:val="00EA69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397AC9"/>
  </w:style>
  <w:style w:type="character" w:customStyle="1" w:styleId="CommentTextChar">
    <w:name w:val="Comment Text Char"/>
    <w:link w:val="CommentText"/>
    <w:rsid w:val="00397AC9"/>
    <w:rPr>
      <w:rFonts w:ascii="Minion Pro" w:hAnsi="Minion Pro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97AC9"/>
    <w:rPr>
      <w:b/>
      <w:bCs/>
    </w:rPr>
  </w:style>
  <w:style w:type="character" w:customStyle="1" w:styleId="CommentSubjectChar">
    <w:name w:val="Comment Subject Char"/>
    <w:link w:val="CommentSubject"/>
    <w:rsid w:val="00397AC9"/>
    <w:rPr>
      <w:rFonts w:ascii="Minion Pro" w:hAnsi="Minion Pro"/>
      <w:b/>
      <w:bCs/>
      <w:noProof/>
      <w:color w:val="000000"/>
    </w:rPr>
  </w:style>
  <w:style w:type="character" w:styleId="EndnoteReference">
    <w:name w:val="endnote reference"/>
    <w:rsid w:val="00EA690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A6902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A6902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A6902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A6902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rPr>
      <w:szCs w:val="24"/>
    </w:rPr>
  </w:style>
  <w:style w:type="paragraph" w:customStyle="1" w:styleId="MsoFootnoteText0">
    <w:name w:val="MsoFootnoteText"/>
    <w:basedOn w:val="NormalWeb"/>
    <w:qFormat/>
    <w:rsid w:val="00397AC9"/>
  </w:style>
  <w:style w:type="character" w:styleId="PageNumber">
    <w:name w:val="page number"/>
    <w:rsid w:val="00397AC9"/>
    <w:rPr>
      <w:rFonts w:ascii="Minion Pro" w:hAnsi="Minion Pro"/>
    </w:rPr>
  </w:style>
  <w:style w:type="character" w:styleId="PlaceholderText">
    <w:name w:val="Placeholder Text"/>
    <w:uiPriority w:val="99"/>
    <w:semiHidden/>
    <w:rsid w:val="00EA690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qFormat/>
    <w:rsid w:val="00C34E4B"/>
    <w:pPr>
      <w:keepNext/>
      <w:spacing w:before="120" w:after="120"/>
      <w:jc w:val="center"/>
    </w:pPr>
    <w:rPr>
      <w:rFonts w:ascii="Palatino Linotype" w:eastAsiaTheme="minorEastAsia" w:hAnsi="Palatino Linotype"/>
      <w:b/>
      <w:noProof w:val="0"/>
      <w:kern w:val="2"/>
      <w14:ligatures w14:val="standardContextual"/>
    </w:rPr>
  </w:style>
  <w:style w:type="paragraph" w:customStyle="1" w:styleId="keyword">
    <w:name w:val="keyword"/>
    <w:basedOn w:val="Normal"/>
    <w:qFormat/>
    <w:rsid w:val="00C34E4B"/>
    <w:pPr>
      <w:spacing w:before="28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C34E4B"/>
    <w:pPr>
      <w:ind w:firstLineChars="200" w:firstLine="420"/>
    </w:pPr>
    <w:rPr>
      <w:rFonts w:ascii="Palatino Linotype" w:eastAsiaTheme="minorEastAsia" w:hAnsi="Palatino Linotype"/>
      <w:noProof w:val="0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Word%20templates\TSP_OR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304BA-6CD7-4AB0-BA3A-B0A098182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TSP_OR_template.dot</Template>
  <TotalTime>5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Tech Science Press</dc:creator>
  <cp:keywords/>
  <dc:description/>
  <cp:lastModifiedBy>Tech Science Press</cp:lastModifiedBy>
  <cp:revision>4</cp:revision>
  <dcterms:created xsi:type="dcterms:W3CDTF">2025-07-30T01:54:00Z</dcterms:created>
  <dcterms:modified xsi:type="dcterms:W3CDTF">2025-07-30T02:38:00Z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